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628"/>
      </w:tblGrid>
      <w:tr w:rsidR="00CE4A8E" w:rsidRPr="005244DC" w14:paraId="5A912BC5" w14:textId="77777777" w:rsidTr="005B1F7F">
        <w:trPr>
          <w:trHeight w:val="20"/>
        </w:trPr>
        <w:tc>
          <w:tcPr>
            <w:tcW w:w="5000" w:type="pct"/>
            <w:shd w:val="clear" w:color="auto" w:fill="FFFFCC"/>
            <w:vAlign w:val="center"/>
          </w:tcPr>
          <w:p w14:paraId="658280B9" w14:textId="7DDFCA99" w:rsidR="00CE4A8E" w:rsidRPr="005244DC" w:rsidRDefault="00A40DD3" w:rsidP="005B1F7F">
            <w:pPr>
              <w:jc w:val="center"/>
              <w:rPr>
                <w:rFonts w:ascii="Calibri Light" w:hAnsi="Calibri Light" w:cs="Calibri Light"/>
                <w:b/>
                <w:lang w:val="lt-LT"/>
              </w:rPr>
            </w:pPr>
            <w:r w:rsidRPr="00335FD2">
              <w:rPr>
                <w:rFonts w:ascii="Calibri Light" w:hAnsi="Calibri Light" w:cs="Calibri Light"/>
                <w:b/>
                <w:lang w:val="lt-LT"/>
              </w:rPr>
              <w:t>Medicininės organų atvaizdavimo (magnetinio rezonanso,</w:t>
            </w:r>
            <w:r>
              <w:rPr>
                <w:rFonts w:ascii="Calibri Light" w:hAnsi="Calibri Light" w:cs="Calibri Light"/>
                <w:b/>
                <w:lang w:val="lt-LT"/>
              </w:rPr>
              <w:t xml:space="preserve"> </w:t>
            </w:r>
            <w:r w:rsidRPr="00335FD2">
              <w:rPr>
                <w:rFonts w:ascii="Calibri Light" w:hAnsi="Calibri Light" w:cs="Calibri Light"/>
                <w:b/>
                <w:lang w:val="lt-LT"/>
              </w:rPr>
              <w:t>kompiuterinės</w:t>
            </w:r>
            <w:r>
              <w:rPr>
                <w:rFonts w:ascii="Calibri Light" w:hAnsi="Calibri Light" w:cs="Calibri Light"/>
                <w:b/>
                <w:lang w:val="lt-LT"/>
              </w:rPr>
              <w:t xml:space="preserve"> </w:t>
            </w:r>
            <w:r w:rsidRPr="00335FD2">
              <w:rPr>
                <w:rFonts w:ascii="Calibri Light" w:hAnsi="Calibri Light" w:cs="Calibri Light"/>
                <w:b/>
                <w:lang w:val="lt-LT"/>
              </w:rPr>
              <w:t>tomografijos ir akių tyrimų) paslaugos</w:t>
            </w:r>
            <w:r>
              <w:rPr>
                <w:rFonts w:ascii="Calibri Light" w:hAnsi="Calibri Light" w:cs="Calibri Light"/>
                <w:b/>
                <w:lang w:val="lt-LT"/>
              </w:rPr>
              <w:t xml:space="preserve"> (PPR-1075)</w:t>
            </w:r>
          </w:p>
        </w:tc>
      </w:tr>
    </w:tbl>
    <w:p w14:paraId="05E171B2" w14:textId="77777777" w:rsidR="00896394" w:rsidRPr="005244DC" w:rsidRDefault="00896394" w:rsidP="00896394">
      <w:pPr>
        <w:spacing w:after="0" w:line="120" w:lineRule="auto"/>
        <w:rPr>
          <w:rFonts w:ascii="Calibri Light" w:hAnsi="Calibri Light" w:cs="Calibri Light"/>
          <w:lang w:val="lt-LT"/>
        </w:rPr>
      </w:pPr>
    </w:p>
    <w:tbl>
      <w:tblPr>
        <w:tblStyle w:val="Lentelstinklelis"/>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03"/>
      </w:tblGrid>
      <w:tr w:rsidR="00E35EAA" w:rsidRPr="005244DC" w14:paraId="092E4D3B" w14:textId="77777777" w:rsidTr="00896394">
        <w:tc>
          <w:tcPr>
            <w:tcW w:w="2612" w:type="pct"/>
          </w:tcPr>
          <w:p w14:paraId="46409F86" w14:textId="51329913" w:rsidR="003137C8" w:rsidRDefault="005E7595" w:rsidP="00A00C6B">
            <w:pPr>
              <w:rPr>
                <w:rFonts w:ascii="Calibri Light" w:hAnsi="Calibri Light" w:cs="Calibri Light"/>
                <w:bCs/>
                <w:lang w:val="lt-LT"/>
              </w:rPr>
            </w:pPr>
            <w:r>
              <w:rPr>
                <w:rFonts w:ascii="Calibri Light" w:hAnsi="Calibri Light" w:cs="Calibri Light"/>
                <w:bCs/>
                <w:lang w:val="lt-LT"/>
              </w:rPr>
              <w:t>Išteklių agentūrai</w:t>
            </w:r>
            <w:r w:rsidR="003137C8">
              <w:rPr>
                <w:rFonts w:ascii="Calibri Light" w:hAnsi="Calibri Light" w:cs="Calibri Light"/>
                <w:bCs/>
                <w:lang w:val="lt-LT"/>
              </w:rPr>
              <w:t xml:space="preserve"> </w:t>
            </w:r>
            <w:r w:rsidR="00E35EAA" w:rsidRPr="005244DC">
              <w:rPr>
                <w:rFonts w:ascii="Calibri Light" w:hAnsi="Calibri Light" w:cs="Calibri Light"/>
                <w:bCs/>
                <w:lang w:val="lt-LT"/>
              </w:rPr>
              <w:t>prie Lietuvos Respublikos</w:t>
            </w:r>
          </w:p>
          <w:p w14:paraId="75E401E2" w14:textId="6EFF52D2" w:rsidR="00E35EAA" w:rsidRPr="005244DC" w:rsidRDefault="00E35EAA" w:rsidP="00A00C6B">
            <w:pPr>
              <w:rPr>
                <w:rFonts w:ascii="Calibri Light" w:hAnsi="Calibri Light" w:cs="Calibri Light"/>
                <w:bCs/>
                <w:lang w:val="lt-LT"/>
              </w:rPr>
            </w:pPr>
            <w:r w:rsidRPr="005244DC">
              <w:rPr>
                <w:rFonts w:ascii="Calibri Light" w:hAnsi="Calibri Light" w:cs="Calibri Light"/>
                <w:bCs/>
                <w:lang w:val="lt-LT"/>
              </w:rPr>
              <w:t>vidaus reikalų ministerijos</w:t>
            </w:r>
          </w:p>
          <w:p w14:paraId="47292952" w14:textId="77777777" w:rsidR="00E35EAA" w:rsidRPr="005244DC" w:rsidRDefault="00E35EAA" w:rsidP="00A00C6B">
            <w:pPr>
              <w:rPr>
                <w:rFonts w:ascii="Calibri Light" w:hAnsi="Calibri Light" w:cs="Calibri Light"/>
                <w:bCs/>
                <w:i/>
                <w:sz w:val="16"/>
                <w:szCs w:val="16"/>
                <w:lang w:val="lt-LT"/>
              </w:rPr>
            </w:pPr>
            <w:r w:rsidRPr="005244DC">
              <w:rPr>
                <w:rFonts w:ascii="Calibri Light" w:hAnsi="Calibri Light" w:cs="Calibri Light"/>
                <w:bCs/>
                <w:i/>
                <w:sz w:val="16"/>
                <w:szCs w:val="16"/>
                <w:lang w:val="lt-LT"/>
              </w:rPr>
              <w:t>Teikiama CVP IS priemonėmis</w:t>
            </w:r>
          </w:p>
        </w:tc>
        <w:tc>
          <w:tcPr>
            <w:tcW w:w="2388" w:type="pct"/>
          </w:tcPr>
          <w:p w14:paraId="11231020" w14:textId="77777777" w:rsidR="00E35EAA" w:rsidRPr="005244DC" w:rsidRDefault="00E35EAA" w:rsidP="00A00C6B">
            <w:pPr>
              <w:ind w:left="-567"/>
              <w:rPr>
                <w:rFonts w:ascii="Calibri Light" w:hAnsi="Calibri Light" w:cs="Calibri Light"/>
                <w:bCs/>
                <w:lang w:val="lt-LT"/>
              </w:rPr>
            </w:pPr>
          </w:p>
        </w:tc>
      </w:tr>
    </w:tbl>
    <w:p w14:paraId="056D1A2A" w14:textId="77777777" w:rsidR="00E35EAA" w:rsidRPr="005244DC" w:rsidRDefault="00E35EAA" w:rsidP="00A00C6B">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D62727" w:rsidRPr="005244DC" w14:paraId="0FCED85A" w14:textId="77777777" w:rsidTr="00142A37">
        <w:tc>
          <w:tcPr>
            <w:tcW w:w="1418" w:type="dxa"/>
            <w:tcBorders>
              <w:bottom w:val="single" w:sz="4" w:space="0" w:color="auto"/>
            </w:tcBorders>
            <w:vAlign w:val="bottom"/>
          </w:tcPr>
          <w:p w14:paraId="29BB418F" w14:textId="77777777" w:rsidR="00D62727" w:rsidRPr="005244DC" w:rsidRDefault="00D62727" w:rsidP="00A00C6B">
            <w:pPr>
              <w:pStyle w:val="CentrBoldm"/>
              <w:ind w:left="35" w:firstLine="0"/>
              <w:rPr>
                <w:rFonts w:ascii="Calibri Light" w:hAnsi="Calibri Light" w:cs="Calibri Light"/>
                <w:b w:val="0"/>
                <w:bCs w:val="0"/>
                <w:sz w:val="22"/>
                <w:szCs w:val="22"/>
                <w:lang w:val="lt-LT"/>
              </w:rPr>
            </w:pPr>
            <w:r w:rsidRPr="005244DC">
              <w:rPr>
                <w:rFonts w:ascii="Calibri Light" w:hAnsi="Calibri Light" w:cs="Calibri Light"/>
                <w:b w:val="0"/>
                <w:bCs w:val="0"/>
                <w:sz w:val="22"/>
                <w:szCs w:val="22"/>
                <w:lang w:val="lt-LT"/>
              </w:rPr>
              <w:fldChar w:fldCharType="begin">
                <w:ffData>
                  <w:name w:val=""/>
                  <w:enabled/>
                  <w:calcOnExit w:val="0"/>
                  <w:textInput/>
                </w:ffData>
              </w:fldChar>
            </w:r>
            <w:r w:rsidRPr="005244DC">
              <w:rPr>
                <w:rFonts w:ascii="Calibri Light" w:hAnsi="Calibri Light" w:cs="Calibri Light"/>
                <w:b w:val="0"/>
                <w:bCs w:val="0"/>
                <w:sz w:val="22"/>
                <w:szCs w:val="22"/>
                <w:lang w:val="lt-LT"/>
              </w:rPr>
              <w:instrText xml:space="preserve"> FORMTEXT </w:instrText>
            </w:r>
            <w:r w:rsidRPr="005244DC">
              <w:rPr>
                <w:rFonts w:ascii="Calibri Light" w:hAnsi="Calibri Light" w:cs="Calibri Light"/>
                <w:b w:val="0"/>
                <w:bCs w:val="0"/>
                <w:sz w:val="22"/>
                <w:szCs w:val="22"/>
                <w:lang w:val="lt-LT"/>
              </w:rPr>
            </w:r>
            <w:r w:rsidRPr="005244DC">
              <w:rPr>
                <w:rFonts w:ascii="Calibri Light" w:hAnsi="Calibri Light" w:cs="Calibri Light"/>
                <w:b w:val="0"/>
                <w:bCs w:val="0"/>
                <w:sz w:val="22"/>
                <w:szCs w:val="22"/>
                <w:lang w:val="lt-LT"/>
              </w:rPr>
              <w:fldChar w:fldCharType="separate"/>
            </w:r>
            <w:r w:rsidRPr="005244DC">
              <w:rPr>
                <w:rFonts w:ascii="Calibri Light" w:hAnsi="Calibri Light" w:cs="Calibri Light"/>
                <w:b w:val="0"/>
                <w:bCs w:val="0"/>
                <w:noProof/>
                <w:sz w:val="22"/>
                <w:szCs w:val="22"/>
                <w:lang w:val="lt-LT"/>
              </w:rPr>
              <w:t> </w:t>
            </w:r>
            <w:r w:rsidRPr="005244DC">
              <w:rPr>
                <w:rFonts w:ascii="Calibri Light" w:hAnsi="Calibri Light" w:cs="Calibri Light"/>
                <w:b w:val="0"/>
                <w:bCs w:val="0"/>
                <w:noProof/>
                <w:sz w:val="22"/>
                <w:szCs w:val="22"/>
                <w:lang w:val="lt-LT"/>
              </w:rPr>
              <w:t> </w:t>
            </w:r>
            <w:r w:rsidRPr="005244DC">
              <w:rPr>
                <w:rFonts w:ascii="Calibri Light" w:hAnsi="Calibri Light" w:cs="Calibri Light"/>
                <w:b w:val="0"/>
                <w:bCs w:val="0"/>
                <w:noProof/>
                <w:sz w:val="22"/>
                <w:szCs w:val="22"/>
                <w:lang w:val="lt-LT"/>
              </w:rPr>
              <w:t> </w:t>
            </w:r>
            <w:r w:rsidRPr="005244DC">
              <w:rPr>
                <w:rFonts w:ascii="Calibri Light" w:hAnsi="Calibri Light" w:cs="Calibri Light"/>
                <w:b w:val="0"/>
                <w:bCs w:val="0"/>
                <w:noProof/>
                <w:sz w:val="22"/>
                <w:szCs w:val="22"/>
                <w:lang w:val="lt-LT"/>
              </w:rPr>
              <w:t> </w:t>
            </w:r>
            <w:r w:rsidRPr="005244DC">
              <w:rPr>
                <w:rFonts w:ascii="Calibri Light" w:hAnsi="Calibri Light" w:cs="Calibri Light"/>
                <w:b w:val="0"/>
                <w:bCs w:val="0"/>
                <w:noProof/>
                <w:sz w:val="22"/>
                <w:szCs w:val="22"/>
                <w:lang w:val="lt-LT"/>
              </w:rPr>
              <w:t> </w:t>
            </w:r>
            <w:r w:rsidRPr="005244DC">
              <w:rPr>
                <w:rFonts w:ascii="Calibri Light" w:hAnsi="Calibri Light" w:cs="Calibri Light"/>
                <w:b w:val="0"/>
                <w:bCs w:val="0"/>
                <w:sz w:val="22"/>
                <w:szCs w:val="22"/>
                <w:lang w:val="lt-LT"/>
              </w:rPr>
              <w:fldChar w:fldCharType="end"/>
            </w:r>
          </w:p>
        </w:tc>
      </w:tr>
      <w:tr w:rsidR="00D62727" w:rsidRPr="005244DC" w14:paraId="213CA7A1" w14:textId="77777777" w:rsidTr="00142A37">
        <w:tc>
          <w:tcPr>
            <w:tcW w:w="1418" w:type="dxa"/>
            <w:tcBorders>
              <w:top w:val="single" w:sz="4" w:space="0" w:color="auto"/>
            </w:tcBorders>
          </w:tcPr>
          <w:p w14:paraId="0D4EC087" w14:textId="77777777" w:rsidR="00D62727" w:rsidRPr="005244DC" w:rsidRDefault="00D62727" w:rsidP="00A00C6B">
            <w:pPr>
              <w:pStyle w:val="CentrBoldm"/>
              <w:ind w:left="35" w:firstLine="0"/>
              <w:rPr>
                <w:rFonts w:ascii="Calibri Light" w:hAnsi="Calibri Light" w:cs="Calibri Light"/>
                <w:b w:val="0"/>
                <w:bCs w:val="0"/>
                <w:sz w:val="22"/>
                <w:szCs w:val="22"/>
                <w:lang w:val="lt-LT"/>
              </w:rPr>
            </w:pPr>
            <w:r w:rsidRPr="005244DC">
              <w:rPr>
                <w:rFonts w:ascii="Calibri Light" w:hAnsi="Calibri Light" w:cs="Calibri Light"/>
                <w:b w:val="0"/>
                <w:bCs w:val="0"/>
                <w:sz w:val="22"/>
                <w:szCs w:val="22"/>
                <w:lang w:val="lt-LT"/>
              </w:rPr>
              <w:t>(Data, Nr.)</w:t>
            </w:r>
          </w:p>
        </w:tc>
      </w:tr>
      <w:tr w:rsidR="00D62727" w:rsidRPr="005244DC" w14:paraId="683EB65B" w14:textId="77777777" w:rsidTr="00142A37">
        <w:tc>
          <w:tcPr>
            <w:tcW w:w="1418" w:type="dxa"/>
          </w:tcPr>
          <w:p w14:paraId="2EF781E3" w14:textId="77777777" w:rsidR="00D62727" w:rsidRPr="005244DC" w:rsidRDefault="00D62727" w:rsidP="00A00C6B">
            <w:pPr>
              <w:pStyle w:val="CentrBoldm"/>
              <w:autoSpaceDE/>
              <w:spacing w:line="120" w:lineRule="auto"/>
              <w:ind w:left="0" w:firstLine="0"/>
              <w:jc w:val="both"/>
              <w:rPr>
                <w:rFonts w:ascii="Calibri Light" w:hAnsi="Calibri Light" w:cs="Calibri Light"/>
                <w:b w:val="0"/>
                <w:bCs w:val="0"/>
                <w:sz w:val="22"/>
                <w:szCs w:val="22"/>
                <w:lang w:val="lt-LT"/>
              </w:rPr>
            </w:pPr>
          </w:p>
        </w:tc>
      </w:tr>
      <w:tr w:rsidR="00D62727" w:rsidRPr="005244DC" w14:paraId="5668E655" w14:textId="77777777" w:rsidTr="00142A37">
        <w:tc>
          <w:tcPr>
            <w:tcW w:w="1418" w:type="dxa"/>
            <w:tcBorders>
              <w:bottom w:val="single" w:sz="4" w:space="0" w:color="auto"/>
            </w:tcBorders>
            <w:vAlign w:val="bottom"/>
          </w:tcPr>
          <w:p w14:paraId="48E6B98B" w14:textId="77777777" w:rsidR="00D62727" w:rsidRPr="005244DC" w:rsidRDefault="00D62727" w:rsidP="00A00C6B">
            <w:pPr>
              <w:pStyle w:val="CentrBoldm"/>
              <w:ind w:left="35" w:firstLine="0"/>
              <w:rPr>
                <w:rFonts w:ascii="Calibri Light" w:hAnsi="Calibri Light" w:cs="Calibri Light"/>
                <w:b w:val="0"/>
                <w:bCs w:val="0"/>
                <w:sz w:val="22"/>
                <w:szCs w:val="22"/>
                <w:lang w:val="lt-LT"/>
              </w:rPr>
            </w:pPr>
            <w:r w:rsidRPr="005244DC">
              <w:rPr>
                <w:rFonts w:ascii="Calibri Light" w:hAnsi="Calibri Light" w:cs="Calibri Light"/>
                <w:b w:val="0"/>
                <w:bCs w:val="0"/>
                <w:sz w:val="22"/>
                <w:szCs w:val="22"/>
                <w:lang w:val="lt-LT"/>
              </w:rPr>
              <w:fldChar w:fldCharType="begin">
                <w:ffData>
                  <w:name w:val=""/>
                  <w:enabled/>
                  <w:calcOnExit w:val="0"/>
                  <w:textInput/>
                </w:ffData>
              </w:fldChar>
            </w:r>
            <w:r w:rsidRPr="005244DC">
              <w:rPr>
                <w:rFonts w:ascii="Calibri Light" w:hAnsi="Calibri Light" w:cs="Calibri Light"/>
                <w:b w:val="0"/>
                <w:bCs w:val="0"/>
                <w:sz w:val="22"/>
                <w:szCs w:val="22"/>
                <w:lang w:val="lt-LT"/>
              </w:rPr>
              <w:instrText xml:space="preserve"> FORMTEXT </w:instrText>
            </w:r>
            <w:r w:rsidRPr="005244DC">
              <w:rPr>
                <w:rFonts w:ascii="Calibri Light" w:hAnsi="Calibri Light" w:cs="Calibri Light"/>
                <w:b w:val="0"/>
                <w:bCs w:val="0"/>
                <w:sz w:val="22"/>
                <w:szCs w:val="22"/>
                <w:lang w:val="lt-LT"/>
              </w:rPr>
            </w:r>
            <w:r w:rsidRPr="005244DC">
              <w:rPr>
                <w:rFonts w:ascii="Calibri Light" w:hAnsi="Calibri Light" w:cs="Calibri Light"/>
                <w:b w:val="0"/>
                <w:bCs w:val="0"/>
                <w:sz w:val="22"/>
                <w:szCs w:val="22"/>
                <w:lang w:val="lt-LT"/>
              </w:rPr>
              <w:fldChar w:fldCharType="separate"/>
            </w:r>
            <w:r w:rsidRPr="005244DC">
              <w:rPr>
                <w:rFonts w:ascii="Calibri Light" w:hAnsi="Calibri Light" w:cs="Calibri Light"/>
                <w:b w:val="0"/>
                <w:bCs w:val="0"/>
                <w:noProof/>
                <w:sz w:val="22"/>
                <w:szCs w:val="22"/>
                <w:lang w:val="lt-LT"/>
              </w:rPr>
              <w:t> </w:t>
            </w:r>
            <w:r w:rsidRPr="005244DC">
              <w:rPr>
                <w:rFonts w:ascii="Calibri Light" w:hAnsi="Calibri Light" w:cs="Calibri Light"/>
                <w:b w:val="0"/>
                <w:bCs w:val="0"/>
                <w:noProof/>
                <w:sz w:val="22"/>
                <w:szCs w:val="22"/>
                <w:lang w:val="lt-LT"/>
              </w:rPr>
              <w:t> </w:t>
            </w:r>
            <w:r w:rsidRPr="005244DC">
              <w:rPr>
                <w:rFonts w:ascii="Calibri Light" w:hAnsi="Calibri Light" w:cs="Calibri Light"/>
                <w:b w:val="0"/>
                <w:bCs w:val="0"/>
                <w:noProof/>
                <w:sz w:val="22"/>
                <w:szCs w:val="22"/>
                <w:lang w:val="lt-LT"/>
              </w:rPr>
              <w:t> </w:t>
            </w:r>
            <w:r w:rsidRPr="005244DC">
              <w:rPr>
                <w:rFonts w:ascii="Calibri Light" w:hAnsi="Calibri Light" w:cs="Calibri Light"/>
                <w:b w:val="0"/>
                <w:bCs w:val="0"/>
                <w:noProof/>
                <w:sz w:val="22"/>
                <w:szCs w:val="22"/>
                <w:lang w:val="lt-LT"/>
              </w:rPr>
              <w:t> </w:t>
            </w:r>
            <w:r w:rsidRPr="005244DC">
              <w:rPr>
                <w:rFonts w:ascii="Calibri Light" w:hAnsi="Calibri Light" w:cs="Calibri Light"/>
                <w:b w:val="0"/>
                <w:bCs w:val="0"/>
                <w:noProof/>
                <w:sz w:val="22"/>
                <w:szCs w:val="22"/>
                <w:lang w:val="lt-LT"/>
              </w:rPr>
              <w:t> </w:t>
            </w:r>
            <w:r w:rsidRPr="005244DC">
              <w:rPr>
                <w:rFonts w:ascii="Calibri Light" w:hAnsi="Calibri Light" w:cs="Calibri Light"/>
                <w:b w:val="0"/>
                <w:bCs w:val="0"/>
                <w:sz w:val="22"/>
                <w:szCs w:val="22"/>
                <w:lang w:val="lt-LT"/>
              </w:rPr>
              <w:fldChar w:fldCharType="end"/>
            </w:r>
          </w:p>
        </w:tc>
      </w:tr>
      <w:tr w:rsidR="00D62727" w:rsidRPr="005244DC" w14:paraId="24301507" w14:textId="77777777" w:rsidTr="00142A37">
        <w:tc>
          <w:tcPr>
            <w:tcW w:w="1418" w:type="dxa"/>
            <w:tcBorders>
              <w:top w:val="single" w:sz="4" w:space="0" w:color="auto"/>
            </w:tcBorders>
          </w:tcPr>
          <w:p w14:paraId="115926BF" w14:textId="77777777" w:rsidR="00D62727" w:rsidRPr="005244DC" w:rsidRDefault="00D62727" w:rsidP="00A00C6B">
            <w:pPr>
              <w:pStyle w:val="CentrBoldm"/>
              <w:ind w:left="35" w:firstLine="0"/>
              <w:rPr>
                <w:rFonts w:ascii="Calibri Light" w:hAnsi="Calibri Light" w:cs="Calibri Light"/>
                <w:b w:val="0"/>
                <w:bCs w:val="0"/>
                <w:sz w:val="22"/>
                <w:szCs w:val="22"/>
                <w:lang w:val="lt-LT"/>
              </w:rPr>
            </w:pPr>
            <w:r w:rsidRPr="005244DC">
              <w:rPr>
                <w:rFonts w:ascii="Calibri Light" w:hAnsi="Calibri Light" w:cs="Calibri Light"/>
                <w:b w:val="0"/>
                <w:bCs w:val="0"/>
                <w:position w:val="6"/>
                <w:sz w:val="22"/>
                <w:szCs w:val="22"/>
                <w:lang w:val="lt-LT"/>
              </w:rPr>
              <w:t>(Vieta)</w:t>
            </w:r>
          </w:p>
        </w:tc>
      </w:tr>
    </w:tbl>
    <w:p w14:paraId="18D475E3" w14:textId="7D156E03" w:rsidR="00D62727" w:rsidRPr="005244DC" w:rsidRDefault="00A00C6B" w:rsidP="00A00C6B">
      <w:pPr>
        <w:spacing w:after="0" w:line="120" w:lineRule="auto"/>
        <w:rPr>
          <w:rFonts w:ascii="Calibri Light" w:hAnsi="Calibri Light" w:cs="Calibri Light"/>
          <w:lang w:val="lt-LT"/>
        </w:rPr>
      </w:pPr>
      <w:r w:rsidRPr="005244DC">
        <w:rPr>
          <w:rFonts w:ascii="Calibri Light" w:hAnsi="Calibri Light" w:cs="Calibri Light"/>
          <w:lang w:val="lt-LT"/>
        </w:rPr>
        <w:br w:type="textWrapping" w:clear="all"/>
      </w:r>
    </w:p>
    <w:p w14:paraId="2E454252" w14:textId="3E34B08A" w:rsidR="00D62727" w:rsidRPr="005244DC" w:rsidRDefault="00775968" w:rsidP="009F1D08">
      <w:pPr>
        <w:pStyle w:val="Sraopastraipa"/>
        <w:numPr>
          <w:ilvl w:val="0"/>
          <w:numId w:val="11"/>
        </w:numPr>
        <w:tabs>
          <w:tab w:val="left" w:pos="0"/>
        </w:tabs>
        <w:spacing w:after="0" w:line="240" w:lineRule="auto"/>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w:t>
      </w:r>
      <w:r w:rsidR="00D62727" w:rsidRPr="005244DC">
        <w:rPr>
          <w:rFonts w:ascii="Calibri Light" w:hAnsi="Calibri Light" w:cs="Calibri Light"/>
          <w:b/>
          <w:sz w:val="16"/>
          <w:szCs w:val="16"/>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1"/>
        <w:gridCol w:w="6187"/>
      </w:tblGrid>
      <w:tr w:rsidR="00D62727" w:rsidRPr="005244DC"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6273DC95" w14:textId="77777777" w:rsidR="00D62727" w:rsidRPr="005244DC" w:rsidRDefault="00D62727" w:rsidP="00A00C6B">
            <w:pPr>
              <w:spacing w:after="0" w:line="240" w:lineRule="auto"/>
              <w:rPr>
                <w:rFonts w:ascii="Calibri Light" w:hAnsi="Calibri Light" w:cs="Calibri Light"/>
                <w:i/>
                <w:sz w:val="20"/>
                <w:lang w:val="lt-LT"/>
              </w:rPr>
            </w:pPr>
            <w:r w:rsidRPr="005244DC">
              <w:rPr>
                <w:rFonts w:ascii="Calibri Light" w:hAnsi="Calibri Light" w:cs="Calibri Light"/>
                <w:i/>
                <w:sz w:val="20"/>
                <w:lang w:val="lt-LT"/>
              </w:rPr>
              <w:t xml:space="preserve">(Jeigu dalyvauja ūkio subjektų grupė, surašomi visi dalyvių pavadinimai: </w:t>
            </w:r>
          </w:p>
          <w:p w14:paraId="11E2207D" w14:textId="77777777" w:rsidR="00D62727" w:rsidRPr="005244DC" w:rsidRDefault="00D62727" w:rsidP="00A00C6B">
            <w:pPr>
              <w:spacing w:after="0" w:line="240" w:lineRule="auto"/>
              <w:rPr>
                <w:rFonts w:ascii="Calibri Light" w:hAnsi="Calibri Light" w:cs="Calibri Light"/>
                <w:i/>
                <w:sz w:val="20"/>
                <w:lang w:val="lt-LT"/>
              </w:rPr>
            </w:pPr>
            <w:r w:rsidRPr="005244DC">
              <w:rPr>
                <w:rFonts w:ascii="Calibri Light" w:hAnsi="Calibri Light" w:cs="Calibri Light"/>
                <w:i/>
                <w:sz w:val="20"/>
                <w:lang w:val="lt-LT"/>
              </w:rPr>
              <w:t>Atsakingasis partneris: Partneris Nr. 1: Partneris Nr. 2 ir t. t.:)</w:t>
            </w:r>
          </w:p>
        </w:tc>
      </w:tr>
      <w:tr w:rsidR="00D62727" w:rsidRPr="005244DC"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7A38BF15" w14:textId="77777777" w:rsidR="00D62727" w:rsidRPr="005244DC" w:rsidRDefault="00D62727" w:rsidP="00A00C6B">
            <w:pPr>
              <w:tabs>
                <w:tab w:val="left" w:pos="567"/>
              </w:tabs>
              <w:spacing w:after="0" w:line="240" w:lineRule="auto"/>
              <w:rPr>
                <w:rFonts w:ascii="Calibri Light" w:hAnsi="Calibri Light" w:cs="Calibri Light"/>
                <w:i/>
                <w:sz w:val="20"/>
                <w:lang w:val="lt-LT"/>
              </w:rPr>
            </w:pPr>
            <w:r w:rsidRPr="005244DC">
              <w:rPr>
                <w:rFonts w:ascii="Calibri Light" w:hAnsi="Calibri Light" w:cs="Calibri Light"/>
                <w:i/>
                <w:sz w:val="20"/>
                <w:lang w:val="lt-LT"/>
              </w:rPr>
              <w:t xml:space="preserve">(Jeigu dalyvauja ūkio subjektų grupė, surašomi visi narių adresai) </w:t>
            </w:r>
          </w:p>
        </w:tc>
      </w:tr>
      <w:tr w:rsidR="00D62727" w:rsidRPr="005244DC"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05ADA63F" w:rsidR="00D62727" w:rsidRPr="005244DC" w:rsidRDefault="000D20F0" w:rsidP="00A00C6B">
            <w:pPr>
              <w:tabs>
                <w:tab w:val="left" w:pos="567"/>
              </w:tabs>
              <w:spacing w:after="0" w:line="240" w:lineRule="auto"/>
              <w:rPr>
                <w:rFonts w:ascii="Calibri Light" w:hAnsi="Calibri Light" w:cs="Calibri Light"/>
                <w:i/>
                <w:sz w:val="20"/>
                <w:lang w:val="lt-LT"/>
              </w:rPr>
            </w:pPr>
            <w:r w:rsidRPr="005244DC">
              <w:rPr>
                <w:rFonts w:ascii="Calibri Light" w:hAnsi="Calibri Light" w:cs="Calibri Light"/>
                <w:i/>
                <w:sz w:val="20"/>
                <w:lang w:val="lt-LT"/>
              </w:rPr>
              <w:t>...</w:t>
            </w:r>
          </w:p>
        </w:tc>
      </w:tr>
      <w:tr w:rsidR="00D62727" w:rsidRPr="005244DC"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7A9E38FE" w14:textId="40E4459E" w:rsidR="00D62727" w:rsidRPr="005244DC" w:rsidRDefault="000D20F0" w:rsidP="00A00C6B">
            <w:pPr>
              <w:tabs>
                <w:tab w:val="left" w:pos="567"/>
              </w:tabs>
              <w:spacing w:after="0" w:line="240" w:lineRule="auto"/>
              <w:ind w:left="34"/>
              <w:rPr>
                <w:rFonts w:ascii="Calibri Light" w:hAnsi="Calibri Light" w:cs="Calibri Light"/>
                <w:i/>
                <w:sz w:val="20"/>
                <w:lang w:val="lt-LT"/>
              </w:rPr>
            </w:pPr>
            <w:r w:rsidRPr="005244DC">
              <w:rPr>
                <w:rFonts w:ascii="Calibri Light" w:hAnsi="Calibri Light" w:cs="Calibri Light"/>
                <w:i/>
                <w:sz w:val="20"/>
                <w:lang w:val="lt-LT"/>
              </w:rPr>
              <w:t>...</w:t>
            </w:r>
          </w:p>
        </w:tc>
      </w:tr>
      <w:tr w:rsidR="00D62727" w:rsidRPr="005244DC"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775A6AA6" w14:textId="104F88CE" w:rsidR="00D62727" w:rsidRPr="005244DC" w:rsidRDefault="000D20F0" w:rsidP="00A00C6B">
            <w:pPr>
              <w:tabs>
                <w:tab w:val="left" w:pos="567"/>
              </w:tabs>
              <w:spacing w:after="0" w:line="240" w:lineRule="auto"/>
              <w:ind w:left="34"/>
              <w:rPr>
                <w:rFonts w:ascii="Calibri Light" w:hAnsi="Calibri Light" w:cs="Calibri Light"/>
                <w:i/>
                <w:sz w:val="20"/>
                <w:lang w:val="lt-LT"/>
              </w:rPr>
            </w:pPr>
            <w:r w:rsidRPr="005244DC">
              <w:rPr>
                <w:rFonts w:ascii="Calibri Light" w:hAnsi="Calibri Light" w:cs="Calibri Light"/>
                <w:i/>
                <w:sz w:val="20"/>
                <w:lang w:val="lt-LT"/>
              </w:rPr>
              <w:t>...</w:t>
            </w:r>
          </w:p>
        </w:tc>
      </w:tr>
      <w:tr w:rsidR="00D62727" w:rsidRPr="005244DC"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D62727" w:rsidRPr="005244DC" w:rsidRDefault="00D62727" w:rsidP="00A00C6B">
            <w:pPr>
              <w:spacing w:after="0" w:line="240" w:lineRule="auto"/>
              <w:rPr>
                <w:rFonts w:ascii="Calibri Light" w:hAnsi="Calibri Light" w:cs="Calibri Light"/>
                <w:b/>
                <w:sz w:val="20"/>
                <w:szCs w:val="20"/>
                <w:lang w:val="lt-LT"/>
              </w:rPr>
            </w:pPr>
            <w:r w:rsidRPr="005244DC">
              <w:rPr>
                <w:rFonts w:ascii="Calibri Light" w:eastAsia="Calibri" w:hAnsi="Calibri Light" w:cs="Calibri Light"/>
                <w:b/>
                <w:color w:val="00000A"/>
                <w:sz w:val="20"/>
                <w:szCs w:val="20"/>
                <w:lang w:val="lt-LT"/>
              </w:rPr>
              <w:t>Asmens, pateikusio pasiūlymą CVP IS priemonėmis, vardas, pavardė, pareigos</w:t>
            </w:r>
            <w:r w:rsidRPr="005244DC">
              <w:rPr>
                <w:rFonts w:ascii="Calibri Light" w:eastAsia="Calibri" w:hAnsi="Calibri Light" w:cs="Calibri Light"/>
                <w:b/>
                <w:color w:val="00000A"/>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56400879" w:rsidR="00D62727" w:rsidRPr="005244DC" w:rsidRDefault="000D20F0" w:rsidP="00A00C6B">
            <w:pPr>
              <w:tabs>
                <w:tab w:val="left" w:pos="567"/>
              </w:tabs>
              <w:spacing w:after="0" w:line="240" w:lineRule="auto"/>
              <w:ind w:left="34"/>
              <w:rPr>
                <w:rFonts w:ascii="Calibri Light" w:hAnsi="Calibri Light" w:cs="Calibri Light"/>
                <w:i/>
                <w:sz w:val="20"/>
                <w:lang w:val="lt-LT"/>
              </w:rPr>
            </w:pPr>
            <w:r w:rsidRPr="005244DC">
              <w:rPr>
                <w:rFonts w:ascii="Calibri Light" w:hAnsi="Calibri Light" w:cs="Calibri Light"/>
                <w:i/>
                <w:sz w:val="20"/>
                <w:lang w:val="lt-LT"/>
              </w:rPr>
              <w:t>...</w:t>
            </w:r>
          </w:p>
        </w:tc>
      </w:tr>
    </w:tbl>
    <w:p w14:paraId="7137865F" w14:textId="77777777" w:rsidR="00D62727" w:rsidRPr="005244DC" w:rsidRDefault="00D62727" w:rsidP="00A00C6B">
      <w:pPr>
        <w:spacing w:after="0" w:line="120" w:lineRule="auto"/>
        <w:rPr>
          <w:rFonts w:ascii="Calibri Light" w:hAnsi="Calibri Light" w:cs="Calibri Light"/>
          <w:b/>
          <w:lang w:val="lt-LT"/>
        </w:rPr>
      </w:pPr>
    </w:p>
    <w:p w14:paraId="7A2AEE88" w14:textId="77777777" w:rsidR="00D62727" w:rsidRPr="005244DC" w:rsidRDefault="00D62727" w:rsidP="009F1D08">
      <w:pPr>
        <w:pStyle w:val="Sraopastraipa"/>
        <w:numPr>
          <w:ilvl w:val="0"/>
          <w:numId w:val="11"/>
        </w:numPr>
        <w:tabs>
          <w:tab w:val="left" w:pos="0"/>
        </w:tabs>
        <w:spacing w:after="0" w:line="240" w:lineRule="auto"/>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
        <w:gridCol w:w="2985"/>
        <w:gridCol w:w="2228"/>
        <w:gridCol w:w="2178"/>
        <w:gridCol w:w="1456"/>
      </w:tblGrid>
      <w:tr w:rsidR="00C87C79" w:rsidRPr="005244DC" w14:paraId="4991A33C" w14:textId="77777777" w:rsidTr="00692AA6">
        <w:tc>
          <w:tcPr>
            <w:tcW w:w="405"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C0DD98E" w14:textId="77777777" w:rsidR="00C87C79" w:rsidRPr="005244DC" w:rsidRDefault="00C87C79" w:rsidP="00692AA6">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Eil. Nr.</w:t>
            </w:r>
          </w:p>
        </w:tc>
        <w:tc>
          <w:tcPr>
            <w:tcW w:w="155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600A0F"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Pateikto dokumento pavadinimas</w:t>
            </w:r>
          </w:p>
        </w:tc>
        <w:tc>
          <w:tcPr>
            <w:tcW w:w="115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6EA362"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Ar dokumente yra konfidenciali* informacija</w:t>
            </w:r>
          </w:p>
        </w:tc>
        <w:tc>
          <w:tcPr>
            <w:tcW w:w="1131" w:type="pct"/>
            <w:tcBorders>
              <w:top w:val="single" w:sz="4" w:space="0" w:color="auto"/>
              <w:left w:val="single" w:sz="4" w:space="0" w:color="auto"/>
              <w:bottom w:val="single" w:sz="4" w:space="0" w:color="auto"/>
              <w:right w:val="single" w:sz="4" w:space="0" w:color="auto"/>
            </w:tcBorders>
            <w:shd w:val="clear" w:color="auto" w:fill="F2F2F2"/>
          </w:tcPr>
          <w:p w14:paraId="309E1342" w14:textId="0E85F073" w:rsidR="00C87C79" w:rsidRPr="005244DC" w:rsidRDefault="00C87C79" w:rsidP="009C601C">
            <w:pPr>
              <w:spacing w:after="0" w:line="240" w:lineRule="auto"/>
              <w:jc w:val="center"/>
              <w:rPr>
                <w:rFonts w:ascii="Calibri Light" w:hAnsi="Calibri Light" w:cs="Calibri Light"/>
                <w:b/>
                <w:color w:val="FF0000"/>
                <w:sz w:val="20"/>
                <w:szCs w:val="20"/>
                <w:lang w:val="lt-LT"/>
              </w:rPr>
            </w:pPr>
            <w:r w:rsidRPr="005244DC">
              <w:rPr>
                <w:rFonts w:ascii="Calibri Light" w:hAnsi="Calibri Light" w:cs="Calibri Light"/>
                <w:b/>
                <w:color w:val="000000" w:themeColor="text1"/>
                <w:sz w:val="20"/>
                <w:szCs w:val="20"/>
                <w:lang w:val="lt-LT"/>
              </w:rPr>
              <w:t>Jeigu taip, kokiu pagrindu atitinkamas</w:t>
            </w:r>
            <w:r w:rsidR="009C601C" w:rsidRPr="005244DC">
              <w:rPr>
                <w:rFonts w:ascii="Calibri Light" w:hAnsi="Calibri Light" w:cs="Calibri Light"/>
                <w:b/>
                <w:color w:val="000000" w:themeColor="text1"/>
                <w:sz w:val="20"/>
                <w:szCs w:val="20"/>
                <w:lang w:val="lt-LT"/>
              </w:rPr>
              <w:t xml:space="preserve"> dokumentas yra konfidencialus?</w:t>
            </w:r>
          </w:p>
        </w:tc>
        <w:tc>
          <w:tcPr>
            <w:tcW w:w="756" w:type="pct"/>
            <w:tcBorders>
              <w:top w:val="single" w:sz="4" w:space="0" w:color="auto"/>
              <w:left w:val="single" w:sz="4" w:space="0" w:color="auto"/>
              <w:bottom w:val="single" w:sz="4" w:space="0" w:color="auto"/>
              <w:right w:val="single" w:sz="4" w:space="0" w:color="auto"/>
            </w:tcBorders>
            <w:shd w:val="clear" w:color="auto" w:fill="F2F2F2"/>
            <w:vAlign w:val="center"/>
          </w:tcPr>
          <w:p w14:paraId="3C7EE0CF" w14:textId="01EB07FD"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Lapų</w:t>
            </w:r>
          </w:p>
          <w:p w14:paraId="6A8348ED"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skaičius</w:t>
            </w:r>
          </w:p>
        </w:tc>
      </w:tr>
      <w:tr w:rsidR="00C87C79" w:rsidRPr="005244DC" w14:paraId="64C1649C" w14:textId="77777777" w:rsidTr="00692AA6">
        <w:tc>
          <w:tcPr>
            <w:tcW w:w="405"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5244DC" w:rsidRDefault="00C87C79"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1494A190" w14:textId="0C6DC0CF" w:rsidR="00C87C79" w:rsidRPr="005244DC" w:rsidRDefault="00C87C79" w:rsidP="000D20F0">
            <w:pPr>
              <w:spacing w:after="0" w:line="240" w:lineRule="auto"/>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Ši pasiūlymo forma</w:t>
            </w:r>
          </w:p>
        </w:tc>
        <w:tc>
          <w:tcPr>
            <w:tcW w:w="1157" w:type="pct"/>
            <w:tcBorders>
              <w:top w:val="single" w:sz="4" w:space="0" w:color="auto"/>
              <w:left w:val="single" w:sz="4" w:space="0" w:color="auto"/>
              <w:bottom w:val="single" w:sz="4" w:space="0" w:color="auto"/>
              <w:right w:val="single" w:sz="4" w:space="0" w:color="auto"/>
            </w:tcBorders>
            <w:hideMark/>
          </w:tcPr>
          <w:p w14:paraId="2506D892" w14:textId="46E74CF8" w:rsidR="00C87C79" w:rsidRPr="005244DC" w:rsidRDefault="00C87C79" w:rsidP="00A00C6B">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Ne</w:t>
            </w:r>
          </w:p>
        </w:tc>
        <w:tc>
          <w:tcPr>
            <w:tcW w:w="1131" w:type="pct"/>
            <w:tcBorders>
              <w:top w:val="single" w:sz="4" w:space="0" w:color="auto"/>
              <w:left w:val="single" w:sz="4" w:space="0" w:color="auto"/>
              <w:bottom w:val="single" w:sz="4" w:space="0" w:color="auto"/>
              <w:right w:val="single" w:sz="4" w:space="0" w:color="auto"/>
            </w:tcBorders>
          </w:tcPr>
          <w:p w14:paraId="5D1FCB70" w14:textId="77777777" w:rsidR="00C87C79" w:rsidRPr="005244DC" w:rsidRDefault="00C87C79" w:rsidP="00A00C6B">
            <w:pPr>
              <w:spacing w:after="0" w:line="240" w:lineRule="auto"/>
              <w:jc w:val="center"/>
              <w:rPr>
                <w:rFonts w:ascii="Calibri Light" w:hAnsi="Calibri Light" w:cs="Calibri Light"/>
                <w:color w:val="000000"/>
                <w:sz w:val="20"/>
                <w:szCs w:val="20"/>
                <w:lang w:val="lt-LT"/>
              </w:rPr>
            </w:pPr>
          </w:p>
        </w:tc>
        <w:tc>
          <w:tcPr>
            <w:tcW w:w="756" w:type="pct"/>
            <w:tcBorders>
              <w:top w:val="single" w:sz="4" w:space="0" w:color="auto"/>
              <w:left w:val="single" w:sz="4" w:space="0" w:color="auto"/>
              <w:bottom w:val="single" w:sz="4" w:space="0" w:color="auto"/>
              <w:right w:val="single" w:sz="4" w:space="0" w:color="auto"/>
            </w:tcBorders>
          </w:tcPr>
          <w:p w14:paraId="12AF28EA" w14:textId="3B55941C" w:rsidR="00C87C79" w:rsidRPr="005244DC" w:rsidRDefault="00C87C79" w:rsidP="00A00C6B">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r w:rsidR="00C87C79" w:rsidRPr="005244DC" w14:paraId="2162FBAD"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6A3D9913" w14:textId="77777777" w:rsidR="00C87C79" w:rsidRPr="005244DC" w:rsidRDefault="00C87C79"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58265707" w14:textId="6324C9E0" w:rsidR="00C87C79" w:rsidRPr="005244DC" w:rsidRDefault="00C87C79" w:rsidP="00A00C6B">
            <w:pPr>
              <w:spacing w:after="0" w:line="240" w:lineRule="auto"/>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57" w:type="pct"/>
            <w:tcBorders>
              <w:top w:val="single" w:sz="4" w:space="0" w:color="auto"/>
              <w:left w:val="single" w:sz="4" w:space="0" w:color="auto"/>
              <w:bottom w:val="single" w:sz="4" w:space="0" w:color="auto"/>
              <w:right w:val="single" w:sz="4" w:space="0" w:color="auto"/>
            </w:tcBorders>
          </w:tcPr>
          <w:p w14:paraId="51E57B50" w14:textId="70E5B96D" w:rsidR="00C87C79" w:rsidRPr="005244DC" w:rsidRDefault="00C87C79" w:rsidP="00A00C6B">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Taip/Ne</w:t>
            </w:r>
          </w:p>
        </w:tc>
        <w:tc>
          <w:tcPr>
            <w:tcW w:w="1131" w:type="pct"/>
            <w:tcBorders>
              <w:top w:val="single" w:sz="4" w:space="0" w:color="auto"/>
              <w:left w:val="single" w:sz="4" w:space="0" w:color="auto"/>
              <w:bottom w:val="single" w:sz="4" w:space="0" w:color="auto"/>
              <w:right w:val="single" w:sz="4" w:space="0" w:color="auto"/>
            </w:tcBorders>
          </w:tcPr>
          <w:p w14:paraId="6AD6DAE6" w14:textId="77777777" w:rsidR="00C87C79" w:rsidRPr="005244DC" w:rsidRDefault="00C87C79" w:rsidP="00A00C6B">
            <w:pPr>
              <w:spacing w:after="0" w:line="240" w:lineRule="auto"/>
              <w:jc w:val="center"/>
              <w:rPr>
                <w:rFonts w:ascii="Calibri Light" w:hAnsi="Calibri Light" w:cs="Calibri Light"/>
                <w:color w:val="000000"/>
                <w:sz w:val="20"/>
                <w:szCs w:val="20"/>
                <w:lang w:val="lt-LT"/>
              </w:rPr>
            </w:pPr>
          </w:p>
        </w:tc>
        <w:tc>
          <w:tcPr>
            <w:tcW w:w="756" w:type="pct"/>
            <w:tcBorders>
              <w:top w:val="single" w:sz="4" w:space="0" w:color="auto"/>
              <w:left w:val="single" w:sz="4" w:space="0" w:color="auto"/>
              <w:bottom w:val="single" w:sz="4" w:space="0" w:color="auto"/>
              <w:right w:val="single" w:sz="4" w:space="0" w:color="auto"/>
            </w:tcBorders>
          </w:tcPr>
          <w:p w14:paraId="6BB888BF" w14:textId="27CC7CA7" w:rsidR="00C87C79" w:rsidRPr="005244DC" w:rsidRDefault="00C87C79" w:rsidP="00A00C6B">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r w:rsidR="00C87C79" w:rsidRPr="005244DC" w14:paraId="70D95314" w14:textId="77777777" w:rsidTr="00692AA6">
        <w:tc>
          <w:tcPr>
            <w:tcW w:w="405" w:type="pct"/>
            <w:tcBorders>
              <w:top w:val="single" w:sz="4" w:space="0" w:color="auto"/>
              <w:left w:val="single" w:sz="4" w:space="0" w:color="auto"/>
              <w:bottom w:val="single" w:sz="4" w:space="0" w:color="auto"/>
              <w:right w:val="single" w:sz="4" w:space="0" w:color="auto"/>
            </w:tcBorders>
            <w:vAlign w:val="center"/>
          </w:tcPr>
          <w:p w14:paraId="1962B528" w14:textId="77777777" w:rsidR="00C87C79" w:rsidRPr="005244DC" w:rsidRDefault="00C87C79" w:rsidP="009F1D08">
            <w:pPr>
              <w:pStyle w:val="Sraopastraipa"/>
              <w:numPr>
                <w:ilvl w:val="0"/>
                <w:numId w:val="8"/>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7ACC87E9" w14:textId="5C55232B" w:rsidR="00C87C79" w:rsidRPr="005244DC" w:rsidRDefault="00C87C79" w:rsidP="00A00C6B">
            <w:pPr>
              <w:spacing w:after="0" w:line="240" w:lineRule="auto"/>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57" w:type="pct"/>
            <w:tcBorders>
              <w:top w:val="single" w:sz="4" w:space="0" w:color="auto"/>
              <w:left w:val="single" w:sz="4" w:space="0" w:color="auto"/>
              <w:bottom w:val="single" w:sz="4" w:space="0" w:color="auto"/>
              <w:right w:val="single" w:sz="4" w:space="0" w:color="auto"/>
            </w:tcBorders>
          </w:tcPr>
          <w:p w14:paraId="1386E152" w14:textId="713FFB98" w:rsidR="00C87C79" w:rsidRPr="005244DC" w:rsidRDefault="00C87C79" w:rsidP="00A00C6B">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Taip/Ne</w:t>
            </w:r>
          </w:p>
        </w:tc>
        <w:tc>
          <w:tcPr>
            <w:tcW w:w="1131" w:type="pct"/>
            <w:tcBorders>
              <w:top w:val="single" w:sz="4" w:space="0" w:color="auto"/>
              <w:left w:val="single" w:sz="4" w:space="0" w:color="auto"/>
              <w:bottom w:val="single" w:sz="4" w:space="0" w:color="auto"/>
              <w:right w:val="single" w:sz="4" w:space="0" w:color="auto"/>
            </w:tcBorders>
          </w:tcPr>
          <w:p w14:paraId="298B04B7" w14:textId="77777777" w:rsidR="00C87C79" w:rsidRPr="005244DC" w:rsidRDefault="00C87C79" w:rsidP="00A00C6B">
            <w:pPr>
              <w:spacing w:after="0" w:line="240" w:lineRule="auto"/>
              <w:jc w:val="center"/>
              <w:rPr>
                <w:rFonts w:ascii="Calibri Light" w:hAnsi="Calibri Light" w:cs="Calibri Light"/>
                <w:color w:val="000000"/>
                <w:sz w:val="20"/>
                <w:szCs w:val="20"/>
                <w:lang w:val="lt-LT"/>
              </w:rPr>
            </w:pPr>
          </w:p>
        </w:tc>
        <w:tc>
          <w:tcPr>
            <w:tcW w:w="756" w:type="pct"/>
            <w:tcBorders>
              <w:top w:val="single" w:sz="4" w:space="0" w:color="auto"/>
              <w:left w:val="single" w:sz="4" w:space="0" w:color="auto"/>
              <w:bottom w:val="single" w:sz="4" w:space="0" w:color="auto"/>
              <w:right w:val="single" w:sz="4" w:space="0" w:color="auto"/>
            </w:tcBorders>
          </w:tcPr>
          <w:p w14:paraId="387EBB04" w14:textId="4F98874A" w:rsidR="00C87C79" w:rsidRPr="005244DC" w:rsidRDefault="00C87C79" w:rsidP="00A00C6B">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bl>
    <w:p w14:paraId="6D5DF216" w14:textId="7BEDCE20" w:rsidR="00D62727" w:rsidRPr="005244DC" w:rsidRDefault="00D62727" w:rsidP="00C47E4B">
      <w:pPr>
        <w:spacing w:after="0" w:line="240" w:lineRule="auto"/>
        <w:ind w:left="-142" w:firstLine="142"/>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w:t>
      </w:r>
      <w:r w:rsidR="00053617">
        <w:rPr>
          <w:rFonts w:ascii="Calibri Light" w:hAnsi="Calibri Light" w:cs="Calibri Light"/>
          <w:b/>
          <w:sz w:val="16"/>
          <w:szCs w:val="16"/>
          <w:lang w:val="lt-LT"/>
        </w:rPr>
        <w:t>3</w:t>
      </w:r>
      <w:r w:rsidRPr="005244DC">
        <w:rPr>
          <w:rFonts w:ascii="Calibri Light" w:hAnsi="Calibri Light" w:cs="Calibri Light"/>
          <w:b/>
          <w:sz w:val="16"/>
          <w:szCs w:val="16"/>
          <w:lang w:val="lt-LT"/>
        </w:rPr>
        <w:t xml:space="preserve">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5244DC" w:rsidRDefault="000D20F0" w:rsidP="00A00C6B">
      <w:pPr>
        <w:spacing w:after="0" w:line="240" w:lineRule="auto"/>
        <w:ind w:left="-709"/>
        <w:rPr>
          <w:rFonts w:ascii="Calibri Light" w:eastAsia="Calibri" w:hAnsi="Calibri Light" w:cs="Calibri Light"/>
          <w:sz w:val="16"/>
          <w:szCs w:val="16"/>
          <w:lang w:val="lt-LT" w:eastAsia="lt-LT"/>
        </w:rPr>
      </w:pPr>
    </w:p>
    <w:p w14:paraId="481D38D1" w14:textId="7DC7783B" w:rsidR="00D62727" w:rsidRPr="005244DC" w:rsidRDefault="00D62727" w:rsidP="009F1D08">
      <w:pPr>
        <w:pStyle w:val="Sraopastraipa"/>
        <w:numPr>
          <w:ilvl w:val="0"/>
          <w:numId w:val="11"/>
        </w:numPr>
        <w:tabs>
          <w:tab w:val="left" w:pos="-142"/>
          <w:tab w:val="left" w:pos="0"/>
        </w:tabs>
        <w:spacing w:after="0" w:line="240" w:lineRule="auto"/>
        <w:ind w:left="0" w:firstLine="0"/>
        <w:contextualSpacing w:val="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lentelė. </w:t>
      </w:r>
      <w:r w:rsidRPr="005244DC">
        <w:rPr>
          <w:rFonts w:ascii="Calibri Light" w:hAnsi="Calibri Light" w:cs="Calibri Light"/>
          <w:b/>
          <w:bCs/>
          <w:sz w:val="16"/>
          <w:szCs w:val="16"/>
          <w:lang w:val="lt-LT"/>
        </w:rPr>
        <w:t xml:space="preserve">Informacija apie rėmimąsi kitų subjektų </w:t>
      </w:r>
      <w:r w:rsidRPr="005244DC">
        <w:rPr>
          <w:rFonts w:ascii="Calibri Light" w:hAnsi="Calibri Light" w:cs="Calibri Light"/>
          <w:b/>
          <w:bCs/>
          <w:noProof/>
          <w:sz w:val="16"/>
          <w:szCs w:val="16"/>
          <w:lang w:val="lt-LT"/>
        </w:rPr>
        <w:t>pajėgumais</w:t>
      </w:r>
      <w:r w:rsidRPr="005244DC">
        <w:rPr>
          <w:rFonts w:ascii="Calibri Light" w:hAnsi="Calibri Light" w:cs="Calibri Light"/>
          <w:b/>
          <w:bCs/>
          <w:sz w:val="16"/>
          <w:szCs w:val="16"/>
          <w:lang w:val="lt-LT"/>
        </w:rPr>
        <w:t>.</w:t>
      </w:r>
      <w:r w:rsidRPr="005244DC">
        <w:rPr>
          <w:rFonts w:ascii="Calibri Light" w:hAnsi="Calibri Light" w:cs="Calibri Light"/>
          <w:b/>
          <w:sz w:val="16"/>
          <w:szCs w:val="16"/>
          <w:lang w:val="lt-LT"/>
        </w:rPr>
        <w:t xml:space="preserve"> Vykdant pirkimo sutartį bus pasitelkiami šie ūkio subjektai </w:t>
      </w:r>
      <w:r w:rsidRPr="005244DC">
        <w:rPr>
          <w:rFonts w:ascii="Calibri Light" w:eastAsia="Times New Roman" w:hAnsi="Calibri Light" w:cs="Calibri Light"/>
          <w:i/>
          <w:color w:val="00000A"/>
          <w:sz w:val="16"/>
          <w:szCs w:val="16"/>
          <w:lang w:val="lt-LT"/>
        </w:rPr>
        <w:t xml:space="preserve">(Dėl kiekvieno iš ūkio subjektų, kurių </w:t>
      </w:r>
      <w:r w:rsidRPr="005244DC">
        <w:rPr>
          <w:rFonts w:ascii="Calibri Light" w:eastAsia="Times New Roman" w:hAnsi="Calibri Light" w:cs="Calibri Light"/>
          <w:i/>
          <w:noProof/>
          <w:color w:val="00000A"/>
          <w:sz w:val="16"/>
          <w:szCs w:val="16"/>
          <w:lang w:val="lt-LT"/>
        </w:rPr>
        <w:t>pajėgumais</w:t>
      </w:r>
      <w:r w:rsidRPr="005244DC">
        <w:rPr>
          <w:rFonts w:ascii="Calibri Light" w:eastAsia="Times New Roman" w:hAnsi="Calibri Light" w:cs="Calibri Light"/>
          <w:i/>
          <w:color w:val="00000A"/>
          <w:sz w:val="16"/>
          <w:szCs w:val="16"/>
          <w:lang w:val="lt-LT"/>
        </w:rPr>
        <w:t xml:space="preserve"> remiamasi, tiekėjas turi pateikt</w:t>
      </w:r>
      <w:r w:rsidR="00C47E4B" w:rsidRPr="005244DC">
        <w:rPr>
          <w:rFonts w:ascii="Calibri Light" w:eastAsia="Times New Roman" w:hAnsi="Calibri Light" w:cs="Calibri Light"/>
          <w:i/>
          <w:color w:val="00000A"/>
          <w:sz w:val="16"/>
          <w:szCs w:val="16"/>
          <w:lang w:val="lt-LT"/>
        </w:rPr>
        <w:t>i</w:t>
      </w:r>
      <w:r w:rsidRPr="005244DC">
        <w:rPr>
          <w:rFonts w:ascii="Calibri Light" w:eastAsia="Times New Roman" w:hAnsi="Calibri Light" w:cs="Calibri Light"/>
          <w:i/>
          <w:color w:val="00000A"/>
          <w:sz w:val="16"/>
          <w:szCs w:val="16"/>
          <w:lang w:val="lt-LT"/>
        </w:rPr>
        <w:t xml:space="preserve"> atskirą, tų ūkio subjektų tinkamai užpildytą ir pasirašytą EBVPD formą su i</w:t>
      </w:r>
      <w:r w:rsidR="00BA64B4" w:rsidRPr="005244DC">
        <w:rPr>
          <w:rFonts w:ascii="Calibri Light" w:eastAsia="Times New Roman" w:hAnsi="Calibri Light" w:cs="Calibri Light"/>
          <w:i/>
          <w:color w:val="00000A"/>
          <w:sz w:val="16"/>
          <w:szCs w:val="16"/>
          <w:lang w:val="lt-LT"/>
        </w:rPr>
        <w:t>nformacija, kurios reikalaujama</w:t>
      </w:r>
      <w:r w:rsidRPr="005244DC">
        <w:rPr>
          <w:rFonts w:ascii="Calibri Light" w:eastAsia="Times New Roman" w:hAnsi="Calibri Light" w:cs="Calibri Light"/>
          <w:i/>
          <w:color w:val="00000A"/>
          <w:sz w:val="16"/>
          <w:szCs w:val="16"/>
          <w:lang w:val="lt-LT"/>
        </w:rPr>
        <w:t>).</w:t>
      </w:r>
    </w:p>
    <w:tbl>
      <w:tblPr>
        <w:tblStyle w:val="Lentelstinklelis"/>
        <w:tblW w:w="4930" w:type="pct"/>
        <w:tblLook w:val="04A0" w:firstRow="1" w:lastRow="0" w:firstColumn="1" w:lastColumn="0" w:noHBand="0" w:noVBand="1"/>
      </w:tblPr>
      <w:tblGrid>
        <w:gridCol w:w="1005"/>
        <w:gridCol w:w="2252"/>
        <w:gridCol w:w="2269"/>
        <w:gridCol w:w="2123"/>
        <w:gridCol w:w="1844"/>
      </w:tblGrid>
      <w:tr w:rsidR="00C528CF" w:rsidRPr="005244DC" w14:paraId="56DACD10" w14:textId="77777777" w:rsidTr="00C528CF">
        <w:trPr>
          <w:trHeight w:val="20"/>
        </w:trPr>
        <w:tc>
          <w:tcPr>
            <w:tcW w:w="530" w:type="pct"/>
            <w:shd w:val="clear" w:color="auto" w:fill="F2F2F2" w:themeFill="background1" w:themeFillShade="F2"/>
            <w:vAlign w:val="center"/>
          </w:tcPr>
          <w:p w14:paraId="24198950" w14:textId="77777777" w:rsidR="00C528CF" w:rsidRPr="005244DC" w:rsidRDefault="00C528CF" w:rsidP="00A00C6B">
            <w:pPr>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Eil. Nr.</w:t>
            </w:r>
          </w:p>
        </w:tc>
        <w:tc>
          <w:tcPr>
            <w:tcW w:w="1186" w:type="pct"/>
            <w:tcBorders>
              <w:right w:val="single" w:sz="4" w:space="0" w:color="auto"/>
            </w:tcBorders>
            <w:shd w:val="clear" w:color="auto" w:fill="F2F2F2" w:themeFill="background1" w:themeFillShade="F2"/>
            <w:vAlign w:val="center"/>
          </w:tcPr>
          <w:p w14:paraId="02B57E4F" w14:textId="4C8D1A5B" w:rsidR="00C528CF" w:rsidRPr="005244DC" w:rsidRDefault="00C528CF" w:rsidP="00A00C6B">
            <w:pPr>
              <w:jc w:val="center"/>
              <w:rPr>
                <w:rFonts w:ascii="Calibri Light" w:eastAsia="Times New Roman" w:hAnsi="Calibri Light" w:cs="Calibri Light"/>
                <w:b/>
                <w:color w:val="00000A"/>
                <w:sz w:val="20"/>
                <w:szCs w:val="20"/>
                <w:lang w:val="lt-LT"/>
              </w:rPr>
            </w:pPr>
            <w:r w:rsidRPr="005244DC">
              <w:rPr>
                <w:rFonts w:ascii="Calibri Light" w:eastAsia="Times New Roman" w:hAnsi="Calibri Light" w:cs="Calibri Light"/>
                <w:b/>
                <w:color w:val="00000A"/>
                <w:sz w:val="20"/>
                <w:szCs w:val="20"/>
                <w:lang w:val="lt-LT"/>
              </w:rPr>
              <w:t xml:space="preserve">Ūkio subjekto (-ų), </w:t>
            </w:r>
            <w:proofErr w:type="spellStart"/>
            <w:r w:rsidRPr="005244DC">
              <w:rPr>
                <w:rFonts w:ascii="Calibri Light" w:eastAsia="Times New Roman" w:hAnsi="Calibri Light" w:cs="Calibri Light"/>
                <w:b/>
                <w:iCs/>
                <w:color w:val="00000A"/>
                <w:sz w:val="20"/>
                <w:szCs w:val="20"/>
                <w:lang w:val="lt-LT"/>
              </w:rPr>
              <w:t>kvazisubtiekėjo</w:t>
            </w:r>
            <w:proofErr w:type="spellEnd"/>
            <w:r w:rsidRPr="005244DC">
              <w:rPr>
                <w:rFonts w:ascii="Calibri Light" w:eastAsia="Times New Roman" w:hAnsi="Calibri Light" w:cs="Calibri Light"/>
                <w:b/>
                <w:iCs/>
                <w:color w:val="00000A"/>
                <w:sz w:val="20"/>
                <w:szCs w:val="20"/>
                <w:vertAlign w:val="superscript"/>
                <w:lang w:val="lt-LT"/>
              </w:rPr>
              <w:footnoteReference w:id="2"/>
            </w:r>
            <w:r w:rsidRPr="005244DC">
              <w:rPr>
                <w:rFonts w:ascii="Calibri Light" w:eastAsia="Times New Roman" w:hAnsi="Calibri Light" w:cs="Calibri Light"/>
                <w:b/>
                <w:iCs/>
                <w:color w:val="00000A"/>
                <w:sz w:val="20"/>
                <w:szCs w:val="20"/>
                <w:lang w:val="lt-LT"/>
              </w:rPr>
              <w:t>, trečiojo asmens</w:t>
            </w:r>
            <w:r w:rsidRPr="005244DC">
              <w:rPr>
                <w:rFonts w:ascii="Calibri Light" w:eastAsia="Times New Roman" w:hAnsi="Calibri Light" w:cs="Calibri Light"/>
                <w:b/>
                <w:iCs/>
                <w:color w:val="00000A"/>
                <w:sz w:val="20"/>
                <w:szCs w:val="20"/>
                <w:vertAlign w:val="superscript"/>
                <w:lang w:val="lt-LT"/>
              </w:rPr>
              <w:footnoteReference w:id="3"/>
            </w:r>
            <w:r w:rsidRPr="005244DC">
              <w:rPr>
                <w:rFonts w:ascii="Calibri Light" w:eastAsia="Times New Roman" w:hAnsi="Calibri Light" w:cs="Calibri Light"/>
                <w:b/>
                <w:color w:val="00000A"/>
                <w:sz w:val="20"/>
                <w:szCs w:val="20"/>
                <w:lang w:val="lt-LT"/>
              </w:rPr>
              <w:t>, kurių pajėgumais remiamasi, pavadinimas</w:t>
            </w:r>
          </w:p>
          <w:p w14:paraId="07BB51AD" w14:textId="5C38E947" w:rsidR="00C528CF" w:rsidRPr="005244DC" w:rsidRDefault="00C528CF" w:rsidP="003D40BE">
            <w:pPr>
              <w:jc w:val="center"/>
              <w:rPr>
                <w:rFonts w:ascii="Calibri Light" w:hAnsi="Calibri Light" w:cs="Calibri Light"/>
                <w:sz w:val="20"/>
                <w:szCs w:val="20"/>
                <w:lang w:val="lt-LT"/>
              </w:rPr>
            </w:pPr>
            <w:r w:rsidRPr="005244DC">
              <w:rPr>
                <w:rFonts w:ascii="Calibri Light" w:eastAsia="Times New Roman" w:hAnsi="Calibri Light" w:cs="Calibri Light"/>
                <w:b/>
                <w:color w:val="00000A"/>
                <w:sz w:val="20"/>
                <w:szCs w:val="20"/>
                <w:lang w:val="lt-LT"/>
              </w:rPr>
              <w:t>(-ai)</w:t>
            </w:r>
          </w:p>
        </w:tc>
        <w:tc>
          <w:tcPr>
            <w:tcW w:w="1195" w:type="pct"/>
            <w:shd w:val="clear" w:color="auto" w:fill="F2F2F2" w:themeFill="background1" w:themeFillShade="F2"/>
            <w:vAlign w:val="center"/>
          </w:tcPr>
          <w:p w14:paraId="022B1604" w14:textId="0E5A28EE" w:rsidR="00C528CF" w:rsidRPr="005244DC" w:rsidRDefault="00C528CF" w:rsidP="00A00C6B">
            <w:pPr>
              <w:jc w:val="center"/>
              <w:rPr>
                <w:rFonts w:ascii="Calibri Light" w:hAnsi="Calibri Light" w:cs="Calibri Light"/>
                <w:i/>
                <w:iCs/>
                <w:sz w:val="20"/>
                <w:szCs w:val="20"/>
                <w:lang w:val="lt-LT"/>
              </w:rPr>
            </w:pPr>
            <w:r w:rsidRPr="005244DC">
              <w:rPr>
                <w:rFonts w:ascii="Calibri Light" w:hAnsi="Calibri Light" w:cs="Calibri Light"/>
                <w:b/>
                <w:iCs/>
                <w:sz w:val="20"/>
                <w:szCs w:val="20"/>
                <w:lang w:val="lt-LT"/>
              </w:rPr>
              <w:t>Ūkio subjektas pasitelkiamas, siekiant atitikti kvalifikacijos reikalavimą</w:t>
            </w:r>
            <w:r w:rsidRPr="005244DC">
              <w:rPr>
                <w:rFonts w:ascii="Calibri Light" w:hAnsi="Calibri Light" w:cs="Calibri Light"/>
                <w:i/>
                <w:iCs/>
                <w:sz w:val="20"/>
                <w:szCs w:val="20"/>
                <w:lang w:val="lt-LT"/>
              </w:rPr>
              <w:t>(Tiekėjas nurodo reikalavimo Nr. pagal SS)</w:t>
            </w:r>
          </w:p>
        </w:tc>
        <w:tc>
          <w:tcPr>
            <w:tcW w:w="1118" w:type="pct"/>
            <w:shd w:val="clear" w:color="auto" w:fill="F2F2F2" w:themeFill="background1" w:themeFillShade="F2"/>
          </w:tcPr>
          <w:p w14:paraId="0581A315" w14:textId="6978B9FF" w:rsidR="00C528CF" w:rsidRPr="005244DC" w:rsidRDefault="00C528CF" w:rsidP="00C528CF">
            <w:pPr>
              <w:jc w:val="center"/>
              <w:rPr>
                <w:rFonts w:ascii="Calibri Light" w:hAnsi="Calibri Light" w:cs="Calibri Light"/>
                <w:color w:val="000000"/>
                <w:sz w:val="20"/>
                <w:szCs w:val="20"/>
                <w:lang w:val="lt-LT"/>
              </w:rPr>
            </w:pPr>
            <w:r w:rsidRPr="005244DC">
              <w:rPr>
                <w:rFonts w:ascii="Calibri Light" w:hAnsi="Calibri Light" w:cs="Calibri Light"/>
                <w:b/>
                <w:color w:val="000000"/>
                <w:sz w:val="20"/>
                <w:szCs w:val="20"/>
                <w:lang w:val="lt-LT"/>
              </w:rPr>
              <w:t xml:space="preserve">Pirkimo sutarties dalis, </w:t>
            </w:r>
            <w:r w:rsidRPr="005244DC">
              <w:rPr>
                <w:rFonts w:ascii="Calibri Light" w:hAnsi="Calibri Light" w:cs="Calibri Light"/>
                <w:color w:val="000000"/>
                <w:sz w:val="20"/>
                <w:szCs w:val="20"/>
                <w:lang w:val="lt-LT"/>
              </w:rPr>
              <w:t>kuriai vykdyti pasitelkiamas ūkio subjektas,</w:t>
            </w:r>
          </w:p>
          <w:p w14:paraId="150E6056" w14:textId="6C3FDFC7" w:rsidR="00C528CF" w:rsidRPr="005244DC" w:rsidRDefault="00C528CF" w:rsidP="00C528CF">
            <w:pPr>
              <w:jc w:val="center"/>
              <w:rPr>
                <w:rFonts w:ascii="Calibri Light" w:hAnsi="Calibri Light" w:cs="Calibri Light"/>
                <w:b/>
                <w:color w:val="000000"/>
                <w:sz w:val="20"/>
                <w:szCs w:val="20"/>
                <w:lang w:val="lt-LT"/>
              </w:rPr>
            </w:pPr>
            <w:r w:rsidRPr="005244DC">
              <w:rPr>
                <w:rFonts w:ascii="Calibri Light" w:hAnsi="Calibri Light" w:cs="Calibri Light"/>
                <w:iCs/>
                <w:color w:val="000000"/>
                <w:sz w:val="20"/>
                <w:szCs w:val="20"/>
                <w:lang w:val="lt-LT"/>
              </w:rPr>
              <w:t>EUR arba proc.</w:t>
            </w:r>
          </w:p>
        </w:tc>
        <w:tc>
          <w:tcPr>
            <w:tcW w:w="971" w:type="pct"/>
            <w:shd w:val="clear" w:color="auto" w:fill="F2F2F2" w:themeFill="background1" w:themeFillShade="F2"/>
            <w:vAlign w:val="center"/>
          </w:tcPr>
          <w:p w14:paraId="49F854D2" w14:textId="0ED0EE5E" w:rsidR="00C528CF" w:rsidRPr="005244DC" w:rsidRDefault="00C528CF" w:rsidP="00AB6DF3">
            <w:pPr>
              <w:rPr>
                <w:rFonts w:ascii="Calibri Light" w:hAnsi="Calibri Light" w:cs="Calibri Light"/>
                <w:sz w:val="20"/>
                <w:szCs w:val="20"/>
                <w:lang w:val="lt-LT"/>
              </w:rPr>
            </w:pPr>
            <w:r w:rsidRPr="005244DC">
              <w:rPr>
                <w:rFonts w:ascii="Calibri Light" w:hAnsi="Calibri Light" w:cs="Calibri Light"/>
                <w:b/>
                <w:color w:val="000000"/>
                <w:sz w:val="20"/>
                <w:szCs w:val="20"/>
                <w:lang w:val="lt-LT"/>
              </w:rPr>
              <w:t>Koks pateikiamas įrodymas dėl išteklių prieinamumo</w:t>
            </w:r>
            <w:r w:rsidRPr="005244DC">
              <w:rPr>
                <w:rStyle w:val="Puslapioinaosnuoroda"/>
                <w:rFonts w:ascii="Calibri Light" w:hAnsi="Calibri Light" w:cs="Calibri Light"/>
                <w:b/>
                <w:color w:val="000000"/>
                <w:sz w:val="20"/>
                <w:szCs w:val="20"/>
                <w:lang w:val="lt-LT"/>
              </w:rPr>
              <w:footnoteReference w:id="4"/>
            </w:r>
          </w:p>
        </w:tc>
      </w:tr>
      <w:tr w:rsidR="00C528CF" w:rsidRPr="005244DC" w14:paraId="212F1429" w14:textId="77777777" w:rsidTr="00C528CF">
        <w:trPr>
          <w:trHeight w:val="20"/>
        </w:trPr>
        <w:tc>
          <w:tcPr>
            <w:tcW w:w="530" w:type="pct"/>
            <w:vAlign w:val="center"/>
          </w:tcPr>
          <w:p w14:paraId="22F9C850" w14:textId="4EF0EA4A" w:rsidR="00C528CF" w:rsidRPr="005244DC" w:rsidRDefault="00C528CF" w:rsidP="009F1D08">
            <w:pPr>
              <w:pStyle w:val="Sraopastraipa"/>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6386754F" w14:textId="77C268F6" w:rsidR="00C528CF" w:rsidRPr="005244DC" w:rsidRDefault="00C528CF" w:rsidP="00A00C6B">
            <w:pPr>
              <w:jc w:val="left"/>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95" w:type="pct"/>
          </w:tcPr>
          <w:p w14:paraId="384F4625" w14:textId="35CEE5C1"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14:paraId="08F79372" w14:textId="77777777" w:rsidR="00C528CF" w:rsidRPr="005244DC" w:rsidRDefault="00C528CF" w:rsidP="00A00C6B">
            <w:pPr>
              <w:jc w:val="center"/>
              <w:rPr>
                <w:rFonts w:ascii="Calibri Light" w:hAnsi="Calibri Light" w:cs="Calibri Light"/>
                <w:color w:val="000000"/>
                <w:sz w:val="20"/>
                <w:szCs w:val="20"/>
                <w:lang w:val="lt-LT"/>
              </w:rPr>
            </w:pPr>
          </w:p>
        </w:tc>
        <w:tc>
          <w:tcPr>
            <w:tcW w:w="971" w:type="pct"/>
          </w:tcPr>
          <w:p w14:paraId="5442C93D" w14:textId="639291FD"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r w:rsidR="00C528CF" w:rsidRPr="005244DC" w14:paraId="69927573" w14:textId="77777777" w:rsidTr="00C528CF">
        <w:trPr>
          <w:trHeight w:val="20"/>
        </w:trPr>
        <w:tc>
          <w:tcPr>
            <w:tcW w:w="530" w:type="pct"/>
            <w:vAlign w:val="center"/>
          </w:tcPr>
          <w:p w14:paraId="26252B0F" w14:textId="77777777" w:rsidR="00C528CF" w:rsidRPr="005244DC" w:rsidRDefault="00C528CF" w:rsidP="009F1D08">
            <w:pPr>
              <w:pStyle w:val="Sraopastraipa"/>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7AF1A0D5" w14:textId="7EEFA4F8" w:rsidR="00C528CF" w:rsidRPr="005244DC" w:rsidRDefault="00C528CF" w:rsidP="00A00C6B">
            <w:pP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95" w:type="pct"/>
          </w:tcPr>
          <w:p w14:paraId="22B40909" w14:textId="01845C37"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14:paraId="5EF35700" w14:textId="77777777" w:rsidR="00C528CF" w:rsidRPr="005244DC" w:rsidRDefault="00C528CF" w:rsidP="00A00C6B">
            <w:pPr>
              <w:tabs>
                <w:tab w:val="left" w:pos="495"/>
              </w:tabs>
              <w:jc w:val="center"/>
              <w:rPr>
                <w:rFonts w:ascii="Calibri Light" w:hAnsi="Calibri Light" w:cs="Calibri Light"/>
                <w:color w:val="000000"/>
                <w:sz w:val="20"/>
                <w:szCs w:val="20"/>
                <w:lang w:val="lt-LT"/>
              </w:rPr>
            </w:pPr>
          </w:p>
        </w:tc>
        <w:tc>
          <w:tcPr>
            <w:tcW w:w="971" w:type="pct"/>
          </w:tcPr>
          <w:p w14:paraId="6FCB6945" w14:textId="1CE02B8C" w:rsidR="00C528CF" w:rsidRPr="005244DC" w:rsidRDefault="00C528CF" w:rsidP="00A00C6B">
            <w:pPr>
              <w:tabs>
                <w:tab w:val="left" w:pos="495"/>
              </w:tabs>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bl>
    <w:p w14:paraId="1162C6F4" w14:textId="77777777" w:rsidR="009B0DD4" w:rsidRPr="005244DC" w:rsidRDefault="009B0DD4" w:rsidP="00660351">
      <w:pPr>
        <w:pStyle w:val="Sraopastraipa"/>
        <w:tabs>
          <w:tab w:val="left" w:pos="0"/>
        </w:tabs>
        <w:spacing w:after="0" w:line="240" w:lineRule="auto"/>
        <w:ind w:left="0"/>
        <w:rPr>
          <w:rFonts w:ascii="Calibri Light" w:hAnsi="Calibri Light" w:cs="Calibri Light"/>
          <w:b/>
          <w:sz w:val="16"/>
          <w:szCs w:val="16"/>
          <w:lang w:val="lt-LT"/>
        </w:rPr>
      </w:pPr>
    </w:p>
    <w:p w14:paraId="30BA6292" w14:textId="5B40FBC2" w:rsidR="003727DF" w:rsidRPr="008B6BA1" w:rsidRDefault="00D62727" w:rsidP="000A4348">
      <w:pPr>
        <w:pStyle w:val="Sraopastraipa"/>
        <w:numPr>
          <w:ilvl w:val="0"/>
          <w:numId w:val="11"/>
        </w:numPr>
        <w:tabs>
          <w:tab w:val="left" w:pos="0"/>
        </w:tabs>
        <w:spacing w:after="0"/>
        <w:ind w:left="0" w:firstLine="0"/>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w:t>
      </w:r>
      <w:r w:rsidRPr="008B6BA1">
        <w:rPr>
          <w:rFonts w:ascii="Calibri Light" w:hAnsi="Calibri Light" w:cs="Calibri Light"/>
          <w:b/>
          <w:sz w:val="16"/>
          <w:szCs w:val="16"/>
          <w:lang w:val="lt-LT"/>
        </w:rPr>
        <w:t xml:space="preserve">lentelė. </w:t>
      </w:r>
      <w:r w:rsidR="00325B5C" w:rsidRPr="008B6BA1">
        <w:rPr>
          <w:rFonts w:ascii="Calibri Light" w:hAnsi="Calibri Light" w:cs="Calibri Light"/>
          <w:b/>
          <w:sz w:val="16"/>
          <w:szCs w:val="16"/>
          <w:lang w:val="lt-LT"/>
        </w:rPr>
        <w:t>Informacija apie subtiekėjus (jeigu žinoma)</w:t>
      </w:r>
      <w:r w:rsidR="00660351" w:rsidRPr="008B6BA1">
        <w:rPr>
          <w:rFonts w:ascii="Calibri Light" w:hAnsi="Calibri Light" w:cs="Calibri Light"/>
          <w:b/>
          <w:sz w:val="16"/>
          <w:szCs w:val="16"/>
          <w:lang w:val="lt-LT"/>
        </w:rPr>
        <w:t>:</w:t>
      </w:r>
    </w:p>
    <w:tbl>
      <w:tblPr>
        <w:tblStyle w:val="Lentelstinklelis1"/>
        <w:tblW w:w="5000" w:type="pct"/>
        <w:tblLook w:val="04A0" w:firstRow="1" w:lastRow="0" w:firstColumn="1" w:lastColumn="0" w:noHBand="0" w:noVBand="1"/>
      </w:tblPr>
      <w:tblGrid>
        <w:gridCol w:w="1471"/>
        <w:gridCol w:w="3368"/>
        <w:gridCol w:w="3004"/>
        <w:gridCol w:w="1785"/>
      </w:tblGrid>
      <w:tr w:rsidR="003F0669" w:rsidRPr="005244DC" w14:paraId="3875426B"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3F0669" w:rsidRPr="005244DC" w:rsidRDefault="003F0669" w:rsidP="00660351">
            <w:pPr>
              <w:jc w:val="center"/>
              <w:rPr>
                <w:rFonts w:ascii="Calibri Light" w:hAnsi="Calibri Light" w:cs="Calibri Light"/>
                <w:b/>
                <w:color w:val="000000"/>
                <w:szCs w:val="20"/>
              </w:rPr>
            </w:pPr>
            <w:r w:rsidRPr="005244DC">
              <w:rPr>
                <w:rFonts w:ascii="Calibri Light" w:hAnsi="Calibri Light" w:cs="Calibri Light"/>
                <w:b/>
                <w:color w:val="000000"/>
                <w:szCs w:val="20"/>
              </w:rPr>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6FD1294C" w:rsidR="003F0669" w:rsidRPr="005244DC" w:rsidRDefault="003F0669" w:rsidP="00660351">
            <w:pPr>
              <w:jc w:val="center"/>
              <w:rPr>
                <w:rFonts w:ascii="Calibri Light" w:eastAsia="Times New Roman" w:hAnsi="Calibri Light" w:cs="Calibri Light"/>
                <w:b/>
                <w:color w:val="00000A"/>
                <w:szCs w:val="20"/>
              </w:rPr>
            </w:pPr>
            <w:r w:rsidRPr="005244DC">
              <w:rPr>
                <w:rFonts w:ascii="Calibri Light" w:eastAsia="Times New Roman" w:hAnsi="Calibri Light" w:cs="Calibri Light"/>
                <w:b/>
                <w:color w:val="00000A"/>
                <w:szCs w:val="20"/>
              </w:rPr>
              <w:t>Subtiekėjo (-ų)</w:t>
            </w:r>
            <w:r w:rsidR="005573FA" w:rsidRPr="005244DC">
              <w:rPr>
                <w:rStyle w:val="Puslapioinaosnuoroda"/>
                <w:rFonts w:ascii="Calibri Light" w:eastAsia="Times New Roman" w:hAnsi="Calibri Light" w:cs="Calibri Light"/>
                <w:b/>
                <w:color w:val="00000A"/>
                <w:szCs w:val="20"/>
              </w:rPr>
              <w:footnoteReference w:id="5"/>
            </w:r>
            <w:r w:rsidR="00B46F0F" w:rsidRPr="005244DC">
              <w:rPr>
                <w:rFonts w:ascii="Calibri Light" w:eastAsia="Times New Roman" w:hAnsi="Calibri Light" w:cs="Calibri Light"/>
                <w:b/>
                <w:color w:val="00000A"/>
                <w:szCs w:val="20"/>
              </w:rPr>
              <w:t>, kurio (-</w:t>
            </w:r>
            <w:proofErr w:type="spellStart"/>
            <w:r w:rsidR="00B46F0F" w:rsidRPr="005244DC">
              <w:rPr>
                <w:rFonts w:ascii="Calibri Light" w:eastAsia="Times New Roman" w:hAnsi="Calibri Light" w:cs="Calibri Light"/>
                <w:b/>
                <w:color w:val="00000A"/>
                <w:szCs w:val="20"/>
              </w:rPr>
              <w:t>ių</w:t>
            </w:r>
            <w:proofErr w:type="spellEnd"/>
            <w:r w:rsidR="00B46F0F" w:rsidRPr="005244DC">
              <w:rPr>
                <w:rFonts w:ascii="Calibri Light" w:eastAsia="Times New Roman" w:hAnsi="Calibri Light" w:cs="Calibri Light"/>
                <w:b/>
                <w:color w:val="00000A"/>
                <w:szCs w:val="20"/>
              </w:rPr>
              <w:t>) pajėgumais tiekėjas nesiremia,</w:t>
            </w:r>
            <w:r w:rsidRPr="005244DC">
              <w:rPr>
                <w:rFonts w:ascii="Calibri Light" w:eastAsia="Times New Roman" w:hAnsi="Calibri Light" w:cs="Calibri Light"/>
                <w:b/>
                <w:color w:val="00000A"/>
                <w:szCs w:val="20"/>
              </w:rPr>
              <w:t xml:space="preserve"> pavadinimas</w:t>
            </w:r>
          </w:p>
          <w:p w14:paraId="5D034B1A" w14:textId="43C8DEFF" w:rsidR="003F0669" w:rsidRPr="005244DC" w:rsidRDefault="003F0669" w:rsidP="00660351">
            <w:pPr>
              <w:jc w:val="center"/>
              <w:rPr>
                <w:rFonts w:ascii="Calibri Light" w:hAnsi="Calibri Light" w:cs="Calibri Light"/>
                <w:b/>
                <w:color w:val="000000"/>
                <w:szCs w:val="20"/>
              </w:rPr>
            </w:pPr>
            <w:r w:rsidRPr="005244DC">
              <w:rPr>
                <w:rFonts w:ascii="Calibri Light" w:eastAsia="Times New Roman" w:hAnsi="Calibri Light" w:cs="Calibri Light"/>
                <w:b/>
                <w:color w:val="00000A"/>
                <w:szCs w:val="20"/>
              </w:rPr>
              <w:t>(-ai), kontaktiniai duomenys ir jų atstovai</w:t>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2E46847F" w:rsidR="003F0669" w:rsidRPr="005244DC" w:rsidRDefault="003F0669" w:rsidP="005573FA">
            <w:pPr>
              <w:jc w:val="center"/>
              <w:rPr>
                <w:rFonts w:ascii="Calibri Light" w:hAnsi="Calibri Light" w:cs="Calibri Light"/>
                <w:b/>
                <w:iCs/>
                <w:szCs w:val="20"/>
              </w:rPr>
            </w:pPr>
            <w:r w:rsidRPr="005244DC">
              <w:rPr>
                <w:rFonts w:ascii="Calibri Light" w:hAnsi="Calibri Light" w:cs="Calibri Light"/>
                <w:b/>
                <w:iCs/>
                <w:szCs w:val="20"/>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3F0669" w:rsidRPr="005244DC" w:rsidRDefault="003F0669" w:rsidP="00660351">
            <w:pPr>
              <w:jc w:val="center"/>
              <w:rPr>
                <w:rFonts w:ascii="Calibri Light" w:hAnsi="Calibri Light" w:cs="Calibri Light"/>
                <w:b/>
                <w:iCs/>
                <w:szCs w:val="20"/>
              </w:rPr>
            </w:pPr>
            <w:r w:rsidRPr="005244DC">
              <w:rPr>
                <w:rFonts w:ascii="Calibri Light" w:hAnsi="Calibri Light" w:cs="Calibri Light"/>
                <w:b/>
                <w:iCs/>
                <w:szCs w:val="20"/>
              </w:rPr>
              <w:t>Apimtis EUR arba proc.</w:t>
            </w:r>
          </w:p>
        </w:tc>
      </w:tr>
      <w:tr w:rsidR="003F0669" w:rsidRPr="005244DC" w14:paraId="3CC05A21"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0581DF69" w14:textId="77777777" w:rsidR="003F0669" w:rsidRPr="005244DC"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2647F22" w14:textId="05B08604"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446E19D6" w14:textId="556D4838"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4EE20274" w14:textId="7607C586" w:rsidR="003F0669" w:rsidRPr="005244DC" w:rsidRDefault="003F0669" w:rsidP="00660351">
            <w:pPr>
              <w:jc w:val="center"/>
              <w:rPr>
                <w:rFonts w:ascii="Calibri Light" w:hAnsi="Calibri Light" w:cs="Calibri Light"/>
                <w:color w:val="000000"/>
                <w:sz w:val="22"/>
              </w:rPr>
            </w:pPr>
            <w:r w:rsidRPr="005244DC">
              <w:rPr>
                <w:rFonts w:ascii="Calibri Light" w:hAnsi="Calibri Light" w:cs="Calibri Light"/>
                <w:color w:val="000000"/>
                <w:szCs w:val="20"/>
              </w:rPr>
              <w:t>....</w:t>
            </w:r>
          </w:p>
        </w:tc>
      </w:tr>
      <w:tr w:rsidR="003F0669" w:rsidRPr="005244DC" w14:paraId="48D0B4F8"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3A4E7B95" w14:textId="77777777" w:rsidR="003F0669" w:rsidRPr="005244DC"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FE7C391" w14:textId="6607C041"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2946739C" w14:textId="1846A491"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0ECDEABC" w14:textId="23E3ACE4" w:rsidR="003F0669" w:rsidRPr="005244DC" w:rsidRDefault="003F0669" w:rsidP="00660351">
            <w:pPr>
              <w:jc w:val="center"/>
              <w:rPr>
                <w:rFonts w:ascii="Calibri Light" w:hAnsi="Calibri Light" w:cs="Calibri Light"/>
                <w:color w:val="000000"/>
                <w:sz w:val="22"/>
              </w:rPr>
            </w:pPr>
            <w:r w:rsidRPr="005244DC">
              <w:rPr>
                <w:rFonts w:ascii="Calibri Light" w:hAnsi="Calibri Light" w:cs="Calibri Light"/>
                <w:color w:val="000000"/>
                <w:szCs w:val="20"/>
              </w:rPr>
              <w:t>....</w:t>
            </w:r>
          </w:p>
        </w:tc>
      </w:tr>
    </w:tbl>
    <w:p w14:paraId="2E5109C8" w14:textId="5EE9B711" w:rsidR="00C47E4B" w:rsidRPr="005244DC" w:rsidRDefault="00C47E4B" w:rsidP="00A00C6B">
      <w:pPr>
        <w:spacing w:after="0" w:line="240" w:lineRule="auto"/>
        <w:rPr>
          <w:rFonts w:ascii="Calibri Light" w:hAnsi="Calibri Light" w:cs="Calibri Light"/>
          <w:b/>
          <w:sz w:val="16"/>
          <w:szCs w:val="16"/>
          <w:lang w:val="lt-LT"/>
        </w:rPr>
      </w:pPr>
    </w:p>
    <w:p w14:paraId="6E660177" w14:textId="4492DE68" w:rsidR="00C87C79" w:rsidRPr="005244DC" w:rsidRDefault="008B6BA1" w:rsidP="008B6BA1">
      <w:pPr>
        <w:pStyle w:val="Sraopastraipa"/>
        <w:numPr>
          <w:ilvl w:val="0"/>
          <w:numId w:val="11"/>
        </w:numPr>
        <w:tabs>
          <w:tab w:val="left" w:pos="0"/>
        </w:tabs>
        <w:spacing w:after="0"/>
        <w:ind w:left="0" w:firstLine="0"/>
        <w:rPr>
          <w:rFonts w:ascii="Calibri Light" w:hAnsi="Calibri Light" w:cs="Calibri Light"/>
          <w:b/>
          <w:sz w:val="16"/>
          <w:szCs w:val="16"/>
          <w:lang w:val="lt-LT"/>
        </w:rPr>
      </w:pPr>
      <w:r>
        <w:rPr>
          <w:rFonts w:ascii="Calibri Light" w:hAnsi="Calibri Light" w:cs="Calibri Light"/>
          <w:b/>
          <w:sz w:val="16"/>
          <w:szCs w:val="16"/>
          <w:lang w:val="lt-LT"/>
        </w:rPr>
        <w:t xml:space="preserve"> </w:t>
      </w:r>
      <w:r w:rsidR="00585563" w:rsidRPr="005244DC">
        <w:rPr>
          <w:rFonts w:ascii="Calibri Light" w:hAnsi="Calibri Light" w:cs="Calibri Light"/>
          <w:b/>
          <w:sz w:val="16"/>
          <w:szCs w:val="16"/>
          <w:lang w:val="lt-LT"/>
        </w:rPr>
        <w:t xml:space="preserve">lentelė. </w:t>
      </w:r>
      <w:r w:rsidR="00C87C79" w:rsidRPr="005244DC">
        <w:rPr>
          <w:rFonts w:ascii="Calibri Light" w:hAnsi="Calibri Light" w:cs="Calibri Light"/>
          <w:b/>
          <w:sz w:val="16"/>
          <w:szCs w:val="16"/>
          <w:lang w:val="lt-LT"/>
        </w:rPr>
        <w:t>Tiekėjo techninis pasiūlymas:</w:t>
      </w:r>
      <w:r w:rsidR="00C87C79" w:rsidRPr="005244DC">
        <w:rPr>
          <w:rFonts w:ascii="Calibri Light" w:eastAsia="Calibri" w:hAnsi="Calibri Light" w:cs="Calibri Light"/>
          <w:i/>
          <w:sz w:val="20"/>
          <w:szCs w:val="20"/>
          <w:lang w:val="lt-LT"/>
        </w:rPr>
        <w:t xml:space="preserve"> </w:t>
      </w:r>
    </w:p>
    <w:tbl>
      <w:tblPr>
        <w:tblW w:w="963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00"/>
        <w:gridCol w:w="4231"/>
      </w:tblGrid>
      <w:tr w:rsidR="00AB09E5" w14:paraId="10B03AD1" w14:textId="77777777" w:rsidTr="00AB09E5">
        <w:trPr>
          <w:trHeight w:val="300"/>
        </w:trPr>
        <w:tc>
          <w:tcPr>
            <w:tcW w:w="5400"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795523DD" w14:textId="77777777" w:rsidR="00AB09E5" w:rsidRDefault="00AB09E5">
            <w:pPr>
              <w:spacing w:after="0" w:line="240" w:lineRule="auto"/>
              <w:jc w:val="center"/>
              <w:textAlignment w:val="baseline"/>
              <w:rPr>
                <w:rFonts w:ascii="Times New Roman" w:eastAsia="Times New Roman" w:hAnsi="Times New Roman" w:cs="Times New Roman"/>
                <w:sz w:val="24"/>
                <w:szCs w:val="24"/>
                <w:lang w:val="lt-LT" w:eastAsia="lt-LT"/>
              </w:rPr>
            </w:pPr>
            <w:r>
              <w:rPr>
                <w:rFonts w:ascii="Calibri Light" w:eastAsia="Times New Roman" w:hAnsi="Calibri Light" w:cs="Calibri Light"/>
                <w:b/>
                <w:bCs/>
                <w:lang w:val="lt-LT" w:eastAsia="lt-LT"/>
              </w:rPr>
              <w:t>Vertinimo kriterijaus pavadinimas</w:t>
            </w:r>
            <w:r>
              <w:rPr>
                <w:rFonts w:ascii="Calibri Light" w:eastAsia="Times New Roman" w:hAnsi="Calibri Light" w:cs="Calibri Light"/>
                <w:lang w:val="lt-LT" w:eastAsia="lt-LT"/>
              </w:rPr>
              <w:t> </w:t>
            </w:r>
          </w:p>
        </w:tc>
        <w:tc>
          <w:tcPr>
            <w:tcW w:w="4231"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524DE0A7" w14:textId="77777777" w:rsidR="00AB09E5" w:rsidRDefault="00AB09E5">
            <w:pPr>
              <w:spacing w:after="0" w:line="240" w:lineRule="auto"/>
              <w:jc w:val="center"/>
              <w:textAlignment w:val="baseline"/>
              <w:rPr>
                <w:rFonts w:ascii="Times New Roman" w:eastAsia="Times New Roman" w:hAnsi="Times New Roman" w:cs="Times New Roman"/>
                <w:sz w:val="24"/>
                <w:szCs w:val="24"/>
                <w:lang w:val="lt-LT" w:eastAsia="lt-LT"/>
              </w:rPr>
            </w:pPr>
            <w:r>
              <w:rPr>
                <w:rFonts w:ascii="Calibri Light" w:eastAsia="Times New Roman" w:hAnsi="Calibri Light" w:cs="Calibri Light"/>
                <w:b/>
                <w:bCs/>
                <w:lang w:val="lt-LT" w:eastAsia="lt-LT"/>
              </w:rPr>
              <w:t>Tiekėjo pasiūlymas ar nuoroda į pasiūlymą</w:t>
            </w:r>
            <w:r>
              <w:rPr>
                <w:rFonts w:ascii="Calibri Light" w:eastAsia="Times New Roman" w:hAnsi="Calibri Light" w:cs="Calibri Light"/>
                <w:lang w:val="lt-LT" w:eastAsia="lt-LT"/>
              </w:rPr>
              <w:t> </w:t>
            </w:r>
          </w:p>
        </w:tc>
      </w:tr>
      <w:tr w:rsidR="00AB09E5" w14:paraId="24823EBB" w14:textId="77777777" w:rsidTr="00AB09E5">
        <w:trPr>
          <w:trHeight w:val="300"/>
        </w:trPr>
        <w:tc>
          <w:tcPr>
            <w:tcW w:w="5400"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53CD16BA" w14:textId="42BD2D3A" w:rsidR="00AB09E5" w:rsidRPr="00AB09E5" w:rsidRDefault="00CD039A">
            <w:pPr>
              <w:spacing w:after="0" w:line="240" w:lineRule="auto"/>
              <w:textAlignment w:val="baseline"/>
              <w:rPr>
                <w:rFonts w:ascii="Calibri Light" w:eastAsia="Times New Roman" w:hAnsi="Calibri Light" w:cs="Calibri Light"/>
                <w:i/>
                <w:sz w:val="24"/>
                <w:szCs w:val="24"/>
                <w:lang w:val="lt-LT" w:eastAsia="lt-LT"/>
              </w:rPr>
            </w:pPr>
            <w:r w:rsidRPr="00CD039A">
              <w:rPr>
                <w:rFonts w:ascii="Calibri Light" w:hAnsi="Calibri Light" w:cs="Calibri Light"/>
                <w:bCs/>
                <w:iCs/>
                <w:lang w:val="lt-LT"/>
              </w:rPr>
              <w:t>Tyrimo paslaugų suteikimo terminas (T)</w:t>
            </w:r>
          </w:p>
        </w:tc>
        <w:tc>
          <w:tcPr>
            <w:tcW w:w="4231"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7DEDBD40" w14:textId="77777777" w:rsidR="00AB09E5" w:rsidRDefault="00AB09E5">
            <w:pPr>
              <w:spacing w:after="0" w:line="240" w:lineRule="auto"/>
              <w:jc w:val="center"/>
              <w:textAlignment w:val="baseline"/>
              <w:rPr>
                <w:rFonts w:ascii="Times New Roman" w:eastAsia="Times New Roman" w:hAnsi="Times New Roman" w:cs="Times New Roman"/>
                <w:sz w:val="24"/>
                <w:szCs w:val="24"/>
                <w:lang w:val="lt-LT" w:eastAsia="lt-LT"/>
              </w:rPr>
            </w:pPr>
            <w:r>
              <w:rPr>
                <w:rFonts w:ascii="Calibri Light" w:eastAsia="Times New Roman" w:hAnsi="Calibri Light" w:cs="Calibri Light"/>
                <w:i/>
                <w:iCs/>
                <w:lang w:val="lt-LT" w:eastAsia="lt-LT"/>
              </w:rPr>
              <w:t>[Tiekėjas užpildo 2 lentelę atitinkamos pirkimo objekto dalies 4 IA PD PF priede ]</w:t>
            </w:r>
            <w:r>
              <w:rPr>
                <w:rFonts w:ascii="Calibri Light" w:eastAsia="Times New Roman" w:hAnsi="Calibri Light" w:cs="Calibri Light"/>
                <w:lang w:val="lt-LT" w:eastAsia="lt-LT"/>
              </w:rPr>
              <w:t> </w:t>
            </w:r>
          </w:p>
        </w:tc>
      </w:tr>
    </w:tbl>
    <w:p w14:paraId="6F2D8617" w14:textId="77777777" w:rsidR="00D62727" w:rsidRPr="005244DC" w:rsidRDefault="00D62727" w:rsidP="00A00C6B">
      <w:pPr>
        <w:spacing w:after="0" w:line="240" w:lineRule="auto"/>
        <w:rPr>
          <w:rFonts w:ascii="Calibri Light" w:hAnsi="Calibri Light" w:cs="Calibri Light"/>
          <w:lang w:val="lt-LT"/>
        </w:rPr>
      </w:pPr>
    </w:p>
    <w:p w14:paraId="43E02290" w14:textId="3AA26F0A" w:rsidR="00D62727" w:rsidRDefault="008B6BA1" w:rsidP="001E4A2E">
      <w:pPr>
        <w:pStyle w:val="Sraopastraipa"/>
        <w:numPr>
          <w:ilvl w:val="0"/>
          <w:numId w:val="11"/>
        </w:numPr>
        <w:tabs>
          <w:tab w:val="left" w:pos="0"/>
        </w:tabs>
        <w:spacing w:after="0"/>
        <w:ind w:left="0" w:firstLine="0"/>
        <w:rPr>
          <w:rFonts w:ascii="Calibri Light" w:hAnsi="Calibri Light" w:cs="Calibri Light"/>
          <w:b/>
          <w:sz w:val="16"/>
          <w:szCs w:val="16"/>
          <w:lang w:val="lt-LT"/>
        </w:rPr>
      </w:pPr>
      <w:r>
        <w:rPr>
          <w:rFonts w:ascii="Calibri Light" w:hAnsi="Calibri Light" w:cs="Calibri Light"/>
          <w:b/>
          <w:sz w:val="16"/>
          <w:szCs w:val="16"/>
          <w:lang w:val="lt-LT"/>
        </w:rPr>
        <w:t xml:space="preserve"> </w:t>
      </w:r>
      <w:r w:rsidR="00C47E4B" w:rsidRPr="005244DC">
        <w:rPr>
          <w:rFonts w:ascii="Calibri Light" w:hAnsi="Calibri Light" w:cs="Calibri Light"/>
          <w:b/>
          <w:sz w:val="16"/>
          <w:szCs w:val="16"/>
          <w:lang w:val="lt-LT"/>
        </w:rPr>
        <w:t xml:space="preserve">lentelė. </w:t>
      </w:r>
      <w:r w:rsidR="001E4A2E">
        <w:rPr>
          <w:rFonts w:ascii="Calibri Light" w:hAnsi="Calibri Light" w:cs="Calibri Light"/>
          <w:b/>
          <w:sz w:val="16"/>
          <w:szCs w:val="16"/>
          <w:lang w:val="lt-LT"/>
        </w:rPr>
        <w:t>Tiekėjo finansinis pasiūlymas - pildomas atitinkamai pirkimo objekto daliai skirtas 4 IA PD PF priedas.</w:t>
      </w:r>
    </w:p>
    <w:p w14:paraId="58188357" w14:textId="77777777" w:rsidR="001E4A2E" w:rsidRPr="001E4A2E" w:rsidRDefault="001E4A2E" w:rsidP="001E4A2E">
      <w:pPr>
        <w:pStyle w:val="Sraopastraipa"/>
        <w:tabs>
          <w:tab w:val="left" w:pos="0"/>
        </w:tabs>
        <w:spacing w:after="0"/>
        <w:ind w:left="0"/>
        <w:rPr>
          <w:rFonts w:ascii="Calibri Light" w:hAnsi="Calibri Light" w:cs="Calibri Light"/>
          <w:b/>
          <w:sz w:val="16"/>
          <w:szCs w:val="16"/>
          <w:lang w:val="lt-LT"/>
        </w:rPr>
      </w:pPr>
    </w:p>
    <w:p w14:paraId="1D04DCBA" w14:textId="415FF9B9" w:rsidR="000A29CB" w:rsidRPr="005244DC" w:rsidRDefault="000A29CB" w:rsidP="00C410CF">
      <w:pPr>
        <w:tabs>
          <w:tab w:val="left" w:pos="7953"/>
        </w:tabs>
        <w:spacing w:after="0" w:line="240" w:lineRule="auto"/>
        <w:rPr>
          <w:rFonts w:ascii="Calibri Light" w:hAnsi="Calibri Light" w:cs="Calibri Light"/>
          <w:b/>
          <w:bCs/>
          <w:lang w:val="lt-LT"/>
        </w:rPr>
      </w:pPr>
    </w:p>
    <w:p w14:paraId="51DD530C" w14:textId="5EFFF91E" w:rsidR="00A045C4" w:rsidRPr="005244DC" w:rsidRDefault="00A045C4" w:rsidP="005B1F7F">
      <w:pPr>
        <w:spacing w:after="0" w:line="240" w:lineRule="auto"/>
        <w:rPr>
          <w:rFonts w:ascii="Calibri Light" w:hAnsi="Calibri Light" w:cs="Calibri Light"/>
          <w:b/>
          <w:bCs/>
          <w:lang w:val="lt-LT"/>
        </w:rPr>
      </w:pPr>
      <w:r w:rsidRPr="005244DC">
        <w:rPr>
          <w:rFonts w:ascii="Calibri Light" w:hAnsi="Calibri Light" w:cs="Calibri Light"/>
          <w:b/>
          <w:bCs/>
          <w:lang w:val="lt-LT"/>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w:t>
      </w:r>
      <w:r w:rsidR="00FA6295" w:rsidRPr="005244DC">
        <w:rPr>
          <w:rFonts w:ascii="Calibri Light" w:hAnsi="Calibri Light" w:cs="Calibri Light"/>
          <w:b/>
          <w:bCs/>
          <w:lang w:val="lt-LT"/>
        </w:rPr>
        <w:t>5</w:t>
      </w:r>
      <w:r w:rsidRPr="005244DC">
        <w:rPr>
          <w:rFonts w:ascii="Calibri Light" w:hAnsi="Calibri Light" w:cs="Calibri Light"/>
          <w:b/>
          <w:bCs/>
          <w:lang w:val="lt-LT"/>
        </w:rPr>
        <w:t xml:space="preserve"> mėnesius nuo pasiūlymų pateikimo termino pabaigos. Taip pat, patvirtinu, kad dokumentų skaitmeninės kopijos ir elektroninėmis priemonėmis pateikti duomenys yra tikri.</w:t>
      </w:r>
    </w:p>
    <w:p w14:paraId="4E7DF999" w14:textId="77777777" w:rsidR="00A045C4" w:rsidRPr="005244DC" w:rsidRDefault="00A045C4" w:rsidP="00A00C6B">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222"/>
        <w:gridCol w:w="2146"/>
        <w:gridCol w:w="277"/>
        <w:gridCol w:w="3085"/>
      </w:tblGrid>
      <w:tr w:rsidR="00D62727" w:rsidRPr="005244DC" w14:paraId="26A75EE8" w14:textId="77777777" w:rsidTr="005B1F7F">
        <w:tc>
          <w:tcPr>
            <w:tcW w:w="2028" w:type="pct"/>
            <w:tcBorders>
              <w:top w:val="nil"/>
              <w:left w:val="nil"/>
              <w:right w:val="nil"/>
            </w:tcBorders>
          </w:tcPr>
          <w:p w14:paraId="089AD531"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r w:rsidRPr="005244DC">
              <w:rPr>
                <w:rFonts w:ascii="Calibri Light" w:hAnsi="Calibri Light" w:cs="Calibri Light"/>
                <w:sz w:val="24"/>
                <w:szCs w:val="24"/>
                <w:lang w:val="lt-LT"/>
              </w:rPr>
              <w:fldChar w:fldCharType="begin">
                <w:ffData>
                  <w:name w:val="Tekstas2"/>
                  <w:enabled/>
                  <w:calcOnExit w:val="0"/>
                  <w:textInput/>
                </w:ffData>
              </w:fldChar>
            </w:r>
            <w:r w:rsidRPr="005244DC">
              <w:rPr>
                <w:rFonts w:ascii="Calibri Light" w:hAnsi="Calibri Light" w:cs="Calibri Light"/>
                <w:sz w:val="24"/>
                <w:szCs w:val="24"/>
                <w:lang w:val="lt-LT"/>
              </w:rPr>
              <w:instrText xml:space="preserve"> FORMTEXT </w:instrText>
            </w:r>
            <w:r w:rsidRPr="005244DC">
              <w:rPr>
                <w:rFonts w:ascii="Calibri Light" w:hAnsi="Calibri Light" w:cs="Calibri Light"/>
                <w:sz w:val="24"/>
                <w:szCs w:val="24"/>
                <w:lang w:val="lt-LT"/>
              </w:rPr>
            </w:r>
            <w:r w:rsidRPr="005244DC">
              <w:rPr>
                <w:rFonts w:ascii="Calibri Light" w:hAnsi="Calibri Light" w:cs="Calibri Light"/>
                <w:sz w:val="24"/>
                <w:szCs w:val="24"/>
                <w:lang w:val="lt-LT"/>
              </w:rPr>
              <w:fldChar w:fldCharType="separate"/>
            </w:r>
            <w:r w:rsidRPr="005244DC">
              <w:rPr>
                <w:rFonts w:ascii="Calibri Light" w:hAnsi="Calibri Light" w:cs="Calibri Light"/>
                <w:noProof/>
                <w:sz w:val="24"/>
                <w:szCs w:val="24"/>
                <w:lang w:val="lt-LT"/>
              </w:rPr>
              <w:t> </w:t>
            </w:r>
            <w:r w:rsidRPr="005244DC">
              <w:rPr>
                <w:rFonts w:ascii="Calibri Light" w:hAnsi="Calibri Light" w:cs="Calibri Light"/>
                <w:noProof/>
                <w:sz w:val="24"/>
                <w:szCs w:val="24"/>
                <w:lang w:val="lt-LT"/>
              </w:rPr>
              <w:t> </w:t>
            </w:r>
            <w:r w:rsidRPr="005244DC">
              <w:rPr>
                <w:rFonts w:ascii="Calibri Light" w:hAnsi="Calibri Light" w:cs="Calibri Light"/>
                <w:noProof/>
                <w:sz w:val="24"/>
                <w:szCs w:val="24"/>
                <w:lang w:val="lt-LT"/>
              </w:rPr>
              <w:t> </w:t>
            </w:r>
            <w:r w:rsidRPr="005244DC">
              <w:rPr>
                <w:rFonts w:ascii="Calibri Light" w:hAnsi="Calibri Light" w:cs="Calibri Light"/>
                <w:noProof/>
                <w:sz w:val="24"/>
                <w:szCs w:val="24"/>
                <w:lang w:val="lt-LT"/>
              </w:rPr>
              <w:t> </w:t>
            </w:r>
            <w:r w:rsidRPr="005244DC">
              <w:rPr>
                <w:rFonts w:ascii="Calibri Light" w:hAnsi="Calibri Light" w:cs="Calibri Light"/>
                <w:noProof/>
                <w:sz w:val="24"/>
                <w:szCs w:val="24"/>
                <w:lang w:val="lt-LT"/>
              </w:rPr>
              <w:t> </w:t>
            </w:r>
            <w:r w:rsidRPr="005244DC">
              <w:rPr>
                <w:rFonts w:ascii="Calibri Light" w:hAnsi="Calibri Light" w:cs="Calibri Light"/>
                <w:sz w:val="24"/>
                <w:szCs w:val="24"/>
                <w:lang w:val="lt-LT"/>
              </w:rPr>
              <w:fldChar w:fldCharType="end"/>
            </w:r>
          </w:p>
        </w:tc>
        <w:tc>
          <w:tcPr>
            <w:tcW w:w="113" w:type="pct"/>
            <w:tcBorders>
              <w:top w:val="nil"/>
              <w:left w:val="nil"/>
              <w:bottom w:val="nil"/>
              <w:right w:val="nil"/>
            </w:tcBorders>
          </w:tcPr>
          <w:p w14:paraId="36F17B57"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14:paraId="69157778" w14:textId="0997CA0E" w:rsidR="00D62727" w:rsidRPr="005244DC" w:rsidRDefault="001B0A99" w:rsidP="008F41CC">
            <w:pPr>
              <w:pStyle w:val="Pagrindinistekstas1"/>
              <w:tabs>
                <w:tab w:val="left" w:pos="0"/>
              </w:tabs>
              <w:ind w:left="0" w:firstLine="0"/>
              <w:jc w:val="center"/>
              <w:rPr>
                <w:rFonts w:ascii="Calibri Light" w:hAnsi="Calibri Light" w:cs="Calibri Light"/>
                <w:sz w:val="24"/>
                <w:szCs w:val="24"/>
                <w:lang w:val="lt-LT"/>
              </w:rPr>
            </w:pPr>
            <w:r w:rsidRPr="005244DC">
              <w:rPr>
                <w:rFonts w:ascii="Calibri Light" w:hAnsi="Calibri Light" w:cs="Calibri Light"/>
                <w:sz w:val="24"/>
                <w:szCs w:val="24"/>
                <w:lang w:val="lt-LT"/>
              </w:rPr>
              <w:fldChar w:fldCharType="begin">
                <w:ffData>
                  <w:name w:val=""/>
                  <w:enabled/>
                  <w:calcOnExit w:val="0"/>
                  <w:textInput>
                    <w:default w:val="*"/>
                  </w:textInput>
                </w:ffData>
              </w:fldChar>
            </w:r>
            <w:r w:rsidRPr="005244DC">
              <w:rPr>
                <w:rFonts w:ascii="Calibri Light" w:hAnsi="Calibri Light" w:cs="Calibri Light"/>
                <w:sz w:val="24"/>
                <w:szCs w:val="24"/>
                <w:lang w:val="lt-LT"/>
              </w:rPr>
              <w:instrText xml:space="preserve"> FORMTEXT </w:instrText>
            </w:r>
            <w:r w:rsidRPr="005244DC">
              <w:rPr>
                <w:rFonts w:ascii="Calibri Light" w:hAnsi="Calibri Light" w:cs="Calibri Light"/>
                <w:sz w:val="24"/>
                <w:szCs w:val="24"/>
                <w:lang w:val="lt-LT"/>
              </w:rPr>
            </w:r>
            <w:r w:rsidRPr="005244DC">
              <w:rPr>
                <w:rFonts w:ascii="Calibri Light" w:hAnsi="Calibri Light" w:cs="Calibri Light"/>
                <w:sz w:val="24"/>
                <w:szCs w:val="24"/>
                <w:lang w:val="lt-LT"/>
              </w:rPr>
              <w:fldChar w:fldCharType="separate"/>
            </w:r>
            <w:r w:rsidRPr="005244DC">
              <w:rPr>
                <w:rFonts w:ascii="Calibri Light" w:hAnsi="Calibri Light" w:cs="Calibri Light"/>
                <w:noProof/>
                <w:sz w:val="24"/>
                <w:szCs w:val="24"/>
                <w:lang w:val="lt-LT"/>
              </w:rPr>
              <w:t>*</w:t>
            </w:r>
            <w:r w:rsidRPr="005244DC">
              <w:rPr>
                <w:rFonts w:ascii="Calibri Light" w:hAnsi="Calibri Light" w:cs="Calibri Light"/>
                <w:sz w:val="24"/>
                <w:szCs w:val="24"/>
                <w:lang w:val="lt-LT"/>
              </w:rPr>
              <w:fldChar w:fldCharType="end"/>
            </w:r>
          </w:p>
        </w:tc>
        <w:tc>
          <w:tcPr>
            <w:tcW w:w="144" w:type="pct"/>
            <w:tcBorders>
              <w:top w:val="nil"/>
              <w:left w:val="nil"/>
              <w:bottom w:val="nil"/>
              <w:right w:val="nil"/>
            </w:tcBorders>
          </w:tcPr>
          <w:p w14:paraId="77951FA4"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14:paraId="2EEBC9BF"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r w:rsidRPr="005244DC">
              <w:rPr>
                <w:rFonts w:ascii="Calibri Light" w:hAnsi="Calibri Light" w:cs="Calibri Light"/>
                <w:sz w:val="24"/>
                <w:szCs w:val="24"/>
                <w:lang w:val="lt-LT"/>
              </w:rPr>
              <w:fldChar w:fldCharType="begin">
                <w:ffData>
                  <w:name w:val="Tekstas2"/>
                  <w:enabled/>
                  <w:calcOnExit w:val="0"/>
                  <w:textInput/>
                </w:ffData>
              </w:fldChar>
            </w:r>
            <w:bookmarkStart w:id="0" w:name="Tekstas2"/>
            <w:r w:rsidRPr="005244DC">
              <w:rPr>
                <w:rFonts w:ascii="Calibri Light" w:hAnsi="Calibri Light" w:cs="Calibri Light"/>
                <w:sz w:val="24"/>
                <w:szCs w:val="24"/>
                <w:lang w:val="lt-LT"/>
              </w:rPr>
              <w:instrText xml:space="preserve"> FORMTEXT </w:instrText>
            </w:r>
            <w:r w:rsidRPr="005244DC">
              <w:rPr>
                <w:rFonts w:ascii="Calibri Light" w:hAnsi="Calibri Light" w:cs="Calibri Light"/>
                <w:sz w:val="24"/>
                <w:szCs w:val="24"/>
                <w:lang w:val="lt-LT"/>
              </w:rPr>
            </w:r>
            <w:r w:rsidRPr="005244DC">
              <w:rPr>
                <w:rFonts w:ascii="Calibri Light" w:hAnsi="Calibri Light" w:cs="Calibri Light"/>
                <w:sz w:val="24"/>
                <w:szCs w:val="24"/>
                <w:lang w:val="lt-LT"/>
              </w:rPr>
              <w:fldChar w:fldCharType="separate"/>
            </w:r>
            <w:r w:rsidRPr="005244DC">
              <w:rPr>
                <w:rFonts w:ascii="Calibri Light" w:hAnsi="Calibri Light" w:cs="Calibri Light"/>
                <w:noProof/>
                <w:sz w:val="24"/>
                <w:szCs w:val="24"/>
                <w:lang w:val="lt-LT"/>
              </w:rPr>
              <w:t> </w:t>
            </w:r>
            <w:r w:rsidRPr="005244DC">
              <w:rPr>
                <w:rFonts w:ascii="Calibri Light" w:hAnsi="Calibri Light" w:cs="Calibri Light"/>
                <w:noProof/>
                <w:sz w:val="24"/>
                <w:szCs w:val="24"/>
                <w:lang w:val="lt-LT"/>
              </w:rPr>
              <w:t> </w:t>
            </w:r>
            <w:r w:rsidRPr="005244DC">
              <w:rPr>
                <w:rFonts w:ascii="Calibri Light" w:hAnsi="Calibri Light" w:cs="Calibri Light"/>
                <w:noProof/>
                <w:sz w:val="24"/>
                <w:szCs w:val="24"/>
                <w:lang w:val="lt-LT"/>
              </w:rPr>
              <w:t> </w:t>
            </w:r>
            <w:r w:rsidRPr="005244DC">
              <w:rPr>
                <w:rFonts w:ascii="Calibri Light" w:hAnsi="Calibri Light" w:cs="Calibri Light"/>
                <w:noProof/>
                <w:sz w:val="24"/>
                <w:szCs w:val="24"/>
                <w:lang w:val="lt-LT"/>
              </w:rPr>
              <w:t> </w:t>
            </w:r>
            <w:r w:rsidRPr="005244DC">
              <w:rPr>
                <w:rFonts w:ascii="Calibri Light" w:hAnsi="Calibri Light" w:cs="Calibri Light"/>
                <w:noProof/>
                <w:sz w:val="24"/>
                <w:szCs w:val="24"/>
                <w:lang w:val="lt-LT"/>
              </w:rPr>
              <w:t> </w:t>
            </w:r>
            <w:r w:rsidRPr="005244DC">
              <w:rPr>
                <w:rFonts w:ascii="Calibri Light" w:hAnsi="Calibri Light" w:cs="Calibri Light"/>
                <w:sz w:val="24"/>
                <w:szCs w:val="24"/>
                <w:lang w:val="lt-LT"/>
              </w:rPr>
              <w:fldChar w:fldCharType="end"/>
            </w:r>
            <w:bookmarkEnd w:id="0"/>
          </w:p>
        </w:tc>
      </w:tr>
      <w:tr w:rsidR="00D62727" w:rsidRPr="005244DC" w14:paraId="13A9EBAE" w14:textId="77777777" w:rsidTr="005B1F7F">
        <w:trPr>
          <w:trHeight w:val="158"/>
        </w:trPr>
        <w:tc>
          <w:tcPr>
            <w:tcW w:w="2028" w:type="pct"/>
            <w:tcBorders>
              <w:left w:val="nil"/>
              <w:bottom w:val="nil"/>
              <w:right w:val="nil"/>
            </w:tcBorders>
          </w:tcPr>
          <w:p w14:paraId="7DF0BECC"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5244DC" w:rsidRDefault="00D62727" w:rsidP="008F41CC">
            <w:pPr>
              <w:pStyle w:val="Pagrindinistekstas1"/>
              <w:tabs>
                <w:tab w:val="left" w:pos="0"/>
                <w:tab w:val="left" w:pos="3969"/>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(Vardas, pavardė)</w:t>
            </w:r>
          </w:p>
        </w:tc>
      </w:tr>
    </w:tbl>
    <w:p w14:paraId="135DEBBC" w14:textId="77777777" w:rsidR="001B0A99" w:rsidRPr="005244DC" w:rsidRDefault="001B0A99" w:rsidP="00A00C6B">
      <w:pPr>
        <w:spacing w:after="0" w:line="240" w:lineRule="auto"/>
        <w:rPr>
          <w:rFonts w:ascii="Calibri Light" w:hAnsi="Calibri Light" w:cs="Calibri Light"/>
          <w:sz w:val="16"/>
          <w:szCs w:val="16"/>
          <w:lang w:val="lt-LT"/>
        </w:rPr>
      </w:pPr>
    </w:p>
    <w:p w14:paraId="1F2F23C6" w14:textId="4688998E" w:rsidR="005244DC" w:rsidRPr="005244DC" w:rsidRDefault="001B0A99" w:rsidP="00A00C6B">
      <w:pPr>
        <w:spacing w:after="0" w:line="240" w:lineRule="auto"/>
        <w:rPr>
          <w:rFonts w:ascii="Calibri Light" w:hAnsi="Calibri Light" w:cs="Calibri Light"/>
          <w:sz w:val="16"/>
          <w:szCs w:val="16"/>
          <w:lang w:val="lt-LT"/>
        </w:rPr>
      </w:pPr>
      <w:r w:rsidRPr="005244DC">
        <w:rPr>
          <w:rFonts w:ascii="Calibri Light" w:hAnsi="Calibri Light" w:cs="Calibri Light"/>
          <w:sz w:val="16"/>
          <w:szCs w:val="16"/>
          <w:lang w:val="lt-LT"/>
        </w:rPr>
        <w:t xml:space="preserve">* Teikdamas pasiūlymą tiekėjas privalo pasirašyti šią pasiūlymo formą „1 </w:t>
      </w:r>
      <w:r w:rsidR="005E7595">
        <w:rPr>
          <w:rFonts w:ascii="Calibri Light" w:hAnsi="Calibri Light" w:cs="Calibri Light"/>
          <w:sz w:val="16"/>
          <w:szCs w:val="16"/>
          <w:lang w:val="lt-LT"/>
        </w:rPr>
        <w:t>IA</w:t>
      </w:r>
      <w:r w:rsidRPr="005244DC">
        <w:rPr>
          <w:rFonts w:ascii="Calibri Light" w:hAnsi="Calibri Light" w:cs="Calibri Light"/>
          <w:sz w:val="16"/>
          <w:szCs w:val="16"/>
          <w:lang w:val="lt-LT"/>
        </w:rPr>
        <w:t xml:space="preserve"> PD BS“ 15.1 punkte nustatyta tvarka.</w:t>
      </w:r>
    </w:p>
    <w:p w14:paraId="7DAE7025" w14:textId="77777777" w:rsidR="005244DC" w:rsidRPr="0016293C" w:rsidRDefault="005244DC" w:rsidP="00D5722D">
      <w:pPr>
        <w:rPr>
          <w:rFonts w:ascii="Calibri Light" w:hAnsi="Calibri Light" w:cs="Calibri Light"/>
          <w:sz w:val="16"/>
          <w:szCs w:val="16"/>
          <w:lang w:val="lt-LT"/>
        </w:rPr>
      </w:pPr>
    </w:p>
    <w:sectPr w:rsidR="005244DC" w:rsidRPr="0016293C" w:rsidSect="00421EC3">
      <w:headerReference w:type="defaul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1D40D" w14:textId="77777777" w:rsidR="00421EC3" w:rsidRDefault="00421EC3">
      <w:pPr>
        <w:spacing w:after="0" w:line="240" w:lineRule="auto"/>
      </w:pPr>
      <w:r>
        <w:separator/>
      </w:r>
    </w:p>
  </w:endnote>
  <w:endnote w:type="continuationSeparator" w:id="0">
    <w:p w14:paraId="5758707B" w14:textId="77777777" w:rsidR="00421EC3" w:rsidRDefault="00421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3ADB7" w14:textId="77777777" w:rsidR="00421EC3" w:rsidRDefault="00421EC3">
      <w:pPr>
        <w:spacing w:after="0" w:line="240" w:lineRule="auto"/>
      </w:pPr>
      <w:r>
        <w:separator/>
      </w:r>
    </w:p>
  </w:footnote>
  <w:footnote w:type="continuationSeparator" w:id="0">
    <w:p w14:paraId="234083E1" w14:textId="77777777" w:rsidR="00421EC3" w:rsidRDefault="00421EC3">
      <w:pPr>
        <w:spacing w:after="0" w:line="240" w:lineRule="auto"/>
      </w:pPr>
      <w:r>
        <w:continuationSeparator/>
      </w:r>
    </w:p>
  </w:footnote>
  <w:footnote w:id="1">
    <w:p w14:paraId="2510D42F" w14:textId="77777777" w:rsidR="00D62727" w:rsidRPr="007368B0" w:rsidRDefault="00D62727" w:rsidP="00C47E4B">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Jeigu pasiūlymą pasirašo ne tiekėjo vadovas, pasiūlyme pateikiama įgaliojimo skaitmeninė kopija.</w:t>
      </w:r>
    </w:p>
  </w:footnote>
  <w:footnote w:id="2">
    <w:p w14:paraId="49D64D26" w14:textId="77777777" w:rsidR="00C528CF" w:rsidRPr="005573FA" w:rsidRDefault="00C528CF" w:rsidP="0007244F">
      <w:pPr>
        <w:pStyle w:val="Puslapioinaostekstas"/>
        <w:rPr>
          <w:rFonts w:asciiTheme="majorHAnsi" w:hAnsiTheme="majorHAnsi" w:cstheme="majorHAnsi"/>
          <w:b/>
          <w:sz w:val="12"/>
          <w:szCs w:val="12"/>
          <w:lang w:val="lt-LT"/>
        </w:rPr>
      </w:pPr>
      <w:r w:rsidRPr="007368B0">
        <w:rPr>
          <w:rStyle w:val="Puslapioinaosnuoroda"/>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 </w:t>
      </w:r>
      <w:r w:rsidRPr="005573FA">
        <w:rPr>
          <w:rFonts w:asciiTheme="majorHAnsi" w:hAnsiTheme="majorHAnsi" w:cstheme="majorHAnsi"/>
          <w:b/>
          <w:sz w:val="12"/>
          <w:szCs w:val="12"/>
          <w:lang w:val="lt-LT"/>
        </w:rPr>
        <w:t xml:space="preserve">kvalifikacijai įrodyti tiekėjas pasitelkia </w:t>
      </w:r>
      <w:proofErr w:type="spellStart"/>
      <w:r w:rsidRPr="005573FA">
        <w:rPr>
          <w:rFonts w:asciiTheme="majorHAnsi" w:hAnsiTheme="majorHAnsi" w:cstheme="majorHAnsi"/>
          <w:b/>
          <w:sz w:val="12"/>
          <w:szCs w:val="12"/>
          <w:lang w:val="lt-LT"/>
        </w:rPr>
        <w:t>kvazisubtiekėjus</w:t>
      </w:r>
      <w:proofErr w:type="spellEnd"/>
      <w:r w:rsidRPr="005573FA">
        <w:rPr>
          <w:rFonts w:asciiTheme="majorHAnsi" w:hAnsiTheme="majorHAnsi" w:cstheme="majorHAnsi"/>
          <w:b/>
          <w:sz w:val="12"/>
          <w:szCs w:val="12"/>
          <w:lang w:val="lt-LT"/>
        </w:rPr>
        <w:t>, kurie pasiūlymo pateikimo metu nėra tiekėjo darbuotojai, tačiau jie bus įdarbinti laimėjimo ir Sutarties sudarymo atveju.</w:t>
      </w:r>
    </w:p>
  </w:footnote>
  <w:footnote w:id="3">
    <w:p w14:paraId="3D5A803A" w14:textId="77777777" w:rsidR="00C528CF" w:rsidRPr="005573FA" w:rsidRDefault="00C528CF" w:rsidP="0007244F">
      <w:pPr>
        <w:pStyle w:val="Puslapioinaostekstas"/>
        <w:rPr>
          <w:rFonts w:asciiTheme="majorHAnsi" w:hAnsiTheme="majorHAnsi" w:cstheme="majorHAnsi"/>
          <w:b/>
          <w:sz w:val="12"/>
          <w:szCs w:val="12"/>
          <w:lang w:val="lt-LT"/>
        </w:rPr>
      </w:pPr>
      <w:r w:rsidRPr="005573FA">
        <w:rPr>
          <w:rStyle w:val="Puslapioinaosnuoroda"/>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4">
    <w:p w14:paraId="39E6AE0D" w14:textId="7941A136" w:rsidR="00C528CF" w:rsidRPr="005573FA" w:rsidRDefault="00C528CF" w:rsidP="00C47E4B">
      <w:pPr>
        <w:spacing w:after="0" w:line="240" w:lineRule="auto"/>
        <w:ind w:left="-142" w:firstLine="142"/>
        <w:rPr>
          <w:rFonts w:asciiTheme="majorHAnsi" w:hAnsiTheme="majorHAnsi" w:cstheme="majorHAnsi"/>
          <w:b/>
          <w:lang w:val="lt-LT"/>
        </w:rPr>
      </w:pPr>
      <w:r w:rsidRPr="005573FA">
        <w:rPr>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Tiekėjas turi pateikti įrodymą (nurodytą BS 7.2 punkte), kuriame nurodoma, kuo ir kokia dalimi bus remiamasi kitų ūkio subjektų </w:t>
      </w:r>
      <w:r w:rsidRPr="005573FA">
        <w:rPr>
          <w:rFonts w:asciiTheme="majorHAnsi" w:hAnsiTheme="majorHAnsi" w:cstheme="majorHAnsi"/>
          <w:b/>
          <w:noProof/>
          <w:sz w:val="12"/>
          <w:szCs w:val="12"/>
          <w:lang w:val="lt-LT"/>
        </w:rPr>
        <w:t>pajėgumais</w:t>
      </w:r>
      <w:r w:rsidRPr="005573FA">
        <w:rPr>
          <w:rFonts w:asciiTheme="majorHAnsi" w:hAnsiTheme="majorHAnsi" w:cstheme="majorHAnsi"/>
          <w:b/>
          <w:sz w:val="12"/>
          <w:szCs w:val="12"/>
          <w:lang w:val="lt-LT"/>
        </w:rPr>
        <w:t xml:space="preserve"> ir patvirtinantį, kad tiekėjas jų </w:t>
      </w:r>
      <w:r w:rsidRPr="005573FA">
        <w:rPr>
          <w:rFonts w:asciiTheme="majorHAnsi" w:hAnsiTheme="majorHAnsi" w:cstheme="majorHAnsi"/>
          <w:b/>
          <w:noProof/>
          <w:sz w:val="12"/>
          <w:szCs w:val="12"/>
          <w:lang w:val="lt-LT"/>
        </w:rPr>
        <w:t>pajėgumais, priemonėmis</w:t>
      </w:r>
      <w:r w:rsidRPr="005573FA">
        <w:rPr>
          <w:rFonts w:asciiTheme="majorHAnsi" w:hAnsiTheme="majorHAnsi" w:cstheme="majorHAnsi"/>
          <w:b/>
          <w:sz w:val="12"/>
          <w:szCs w:val="12"/>
          <w:lang w:val="lt-LT"/>
        </w:rPr>
        <w:t xml:space="preserve"> galės naudotis visą sutarties vykdymo laikotarpį.</w:t>
      </w:r>
    </w:p>
  </w:footnote>
  <w:footnote w:id="5">
    <w:p w14:paraId="6494A82A" w14:textId="6D2DEE06" w:rsidR="005573FA" w:rsidRPr="005573FA" w:rsidRDefault="005573FA">
      <w:pPr>
        <w:pStyle w:val="Puslapioinaostekstas"/>
        <w:rPr>
          <w:lang w:val="lt-LT"/>
        </w:rPr>
      </w:pPr>
      <w:r>
        <w:rPr>
          <w:rStyle w:val="Puslapioinaosnuoroda"/>
        </w:rPr>
        <w:footnoteRef/>
      </w:r>
      <w:r>
        <w:t xml:space="preserve"> </w:t>
      </w:r>
      <w:r w:rsidRPr="007368B0">
        <w:rPr>
          <w:rFonts w:asciiTheme="majorHAnsi" w:hAnsiTheme="majorHAnsi" w:cstheme="majorHAnsi"/>
          <w:b/>
          <w:sz w:val="12"/>
          <w:szCs w:val="12"/>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57B2D" w14:textId="26AA636D" w:rsidR="00D62727" w:rsidRPr="00692AA6" w:rsidRDefault="005E7595" w:rsidP="005B5050">
    <w:pPr>
      <w:pStyle w:val="Antrat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Pr>
        <w:rFonts w:ascii="Calibri Light" w:hAnsi="Calibri Light" w:cs="Calibri Light"/>
        <w:caps w:val="0"/>
        <w:color w:val="FFFFFF" w:themeColor="background1"/>
        <w:sz w:val="24"/>
        <w:szCs w:val="24"/>
        <w:lang w:val="lt-LT"/>
      </w:rPr>
      <w:t>IŠTEKLIŲ AGENTŪRA</w:t>
    </w:r>
    <w:r w:rsidR="00D62727" w:rsidRPr="00692AA6">
      <w:rPr>
        <w:rFonts w:ascii="Calibri Light" w:hAnsi="Calibri Light" w:cs="Calibri Light"/>
        <w:caps w:val="0"/>
        <w:color w:val="FFFFFF" w:themeColor="background1"/>
        <w:sz w:val="24"/>
        <w:szCs w:val="24"/>
        <w:lang w:val="lt-LT"/>
      </w:rPr>
      <w:t xml:space="preserve">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3D0258F"/>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7"/>
  </w:num>
  <w:num w:numId="7">
    <w:abstractNumId w:val="11"/>
  </w:num>
  <w:num w:numId="8">
    <w:abstractNumId w:val="12"/>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4"/>
  </w:num>
  <w:num w:numId="13">
    <w:abstractNumId w:val="10"/>
  </w:num>
  <w:num w:numId="14">
    <w:abstractNumId w:val="9"/>
  </w:num>
  <w:num w:numId="1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attachedTemplate r:id="rId1"/>
  <w:trackRevisions/>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ztDAyMTI3NjZS0lEKTi0uzszPAykwqgUAmbTNISwAAAA="/>
  </w:docVars>
  <w:rsids>
    <w:rsidRoot w:val="006D305F"/>
    <w:rsid w:val="00000678"/>
    <w:rsid w:val="00001963"/>
    <w:rsid w:val="000130D9"/>
    <w:rsid w:val="000173B1"/>
    <w:rsid w:val="00026A54"/>
    <w:rsid w:val="0003216F"/>
    <w:rsid w:val="0003366F"/>
    <w:rsid w:val="00036DBB"/>
    <w:rsid w:val="0004685E"/>
    <w:rsid w:val="00053617"/>
    <w:rsid w:val="00060659"/>
    <w:rsid w:val="00063C8C"/>
    <w:rsid w:val="00071C84"/>
    <w:rsid w:val="0007244F"/>
    <w:rsid w:val="00082ABB"/>
    <w:rsid w:val="00084F44"/>
    <w:rsid w:val="00087EFF"/>
    <w:rsid w:val="00097241"/>
    <w:rsid w:val="000A23D3"/>
    <w:rsid w:val="000A29CB"/>
    <w:rsid w:val="000A2A43"/>
    <w:rsid w:val="000A4348"/>
    <w:rsid w:val="000B0A6A"/>
    <w:rsid w:val="000B465E"/>
    <w:rsid w:val="000D20F0"/>
    <w:rsid w:val="000F554D"/>
    <w:rsid w:val="00111AF9"/>
    <w:rsid w:val="00134DD6"/>
    <w:rsid w:val="001372F1"/>
    <w:rsid w:val="00142A37"/>
    <w:rsid w:val="0014465A"/>
    <w:rsid w:val="00146BF6"/>
    <w:rsid w:val="0015224A"/>
    <w:rsid w:val="00153F22"/>
    <w:rsid w:val="0016225E"/>
    <w:rsid w:val="0016293C"/>
    <w:rsid w:val="00165468"/>
    <w:rsid w:val="00171C82"/>
    <w:rsid w:val="0018021B"/>
    <w:rsid w:val="00183CBB"/>
    <w:rsid w:val="001B0A99"/>
    <w:rsid w:val="001C466E"/>
    <w:rsid w:val="001E06E2"/>
    <w:rsid w:val="001E4A2E"/>
    <w:rsid w:val="001F38C5"/>
    <w:rsid w:val="001F3F23"/>
    <w:rsid w:val="002101D9"/>
    <w:rsid w:val="00210592"/>
    <w:rsid w:val="00216CC3"/>
    <w:rsid w:val="00225981"/>
    <w:rsid w:val="002259B3"/>
    <w:rsid w:val="00230C9A"/>
    <w:rsid w:val="00261339"/>
    <w:rsid w:val="00261B88"/>
    <w:rsid w:val="00263108"/>
    <w:rsid w:val="00266C34"/>
    <w:rsid w:val="00270803"/>
    <w:rsid w:val="00273CFD"/>
    <w:rsid w:val="00276ADD"/>
    <w:rsid w:val="0028155B"/>
    <w:rsid w:val="00290944"/>
    <w:rsid w:val="002912FE"/>
    <w:rsid w:val="002A626E"/>
    <w:rsid w:val="002A7432"/>
    <w:rsid w:val="002C2765"/>
    <w:rsid w:val="002C4E6E"/>
    <w:rsid w:val="002C7F2C"/>
    <w:rsid w:val="002E093A"/>
    <w:rsid w:val="002F0D7E"/>
    <w:rsid w:val="002F46BE"/>
    <w:rsid w:val="003137C8"/>
    <w:rsid w:val="00313BF9"/>
    <w:rsid w:val="003150D0"/>
    <w:rsid w:val="003236D0"/>
    <w:rsid w:val="00325B5C"/>
    <w:rsid w:val="003265DA"/>
    <w:rsid w:val="0032691C"/>
    <w:rsid w:val="00334A5F"/>
    <w:rsid w:val="00341C69"/>
    <w:rsid w:val="00343B09"/>
    <w:rsid w:val="00347A8A"/>
    <w:rsid w:val="00355B56"/>
    <w:rsid w:val="00357BD5"/>
    <w:rsid w:val="00357EC4"/>
    <w:rsid w:val="003673D6"/>
    <w:rsid w:val="00370107"/>
    <w:rsid w:val="003727DF"/>
    <w:rsid w:val="0037332E"/>
    <w:rsid w:val="00383241"/>
    <w:rsid w:val="00385616"/>
    <w:rsid w:val="0039136B"/>
    <w:rsid w:val="00392E68"/>
    <w:rsid w:val="00393743"/>
    <w:rsid w:val="003973EA"/>
    <w:rsid w:val="0039787C"/>
    <w:rsid w:val="003A7F1A"/>
    <w:rsid w:val="003B02B2"/>
    <w:rsid w:val="003B0B81"/>
    <w:rsid w:val="003D06CC"/>
    <w:rsid w:val="003D0DA8"/>
    <w:rsid w:val="003D40BE"/>
    <w:rsid w:val="003D5439"/>
    <w:rsid w:val="003E3438"/>
    <w:rsid w:val="003E646C"/>
    <w:rsid w:val="003F0669"/>
    <w:rsid w:val="003F2E3F"/>
    <w:rsid w:val="003F6C42"/>
    <w:rsid w:val="0041527F"/>
    <w:rsid w:val="00421EC3"/>
    <w:rsid w:val="0042600F"/>
    <w:rsid w:val="00430A6E"/>
    <w:rsid w:val="00443697"/>
    <w:rsid w:val="00463984"/>
    <w:rsid w:val="00470AB6"/>
    <w:rsid w:val="004718C8"/>
    <w:rsid w:val="0047250A"/>
    <w:rsid w:val="00475921"/>
    <w:rsid w:val="0047713F"/>
    <w:rsid w:val="004803B4"/>
    <w:rsid w:val="00483E3A"/>
    <w:rsid w:val="00486A08"/>
    <w:rsid w:val="00486B36"/>
    <w:rsid w:val="00496825"/>
    <w:rsid w:val="004A2E21"/>
    <w:rsid w:val="004A2F52"/>
    <w:rsid w:val="004A7385"/>
    <w:rsid w:val="004B4AA3"/>
    <w:rsid w:val="004B536B"/>
    <w:rsid w:val="004B53DA"/>
    <w:rsid w:val="004B659E"/>
    <w:rsid w:val="004C4DD7"/>
    <w:rsid w:val="004D6457"/>
    <w:rsid w:val="004E2DBF"/>
    <w:rsid w:val="004E5655"/>
    <w:rsid w:val="004E5BCB"/>
    <w:rsid w:val="004F4B43"/>
    <w:rsid w:val="004F568D"/>
    <w:rsid w:val="004F5DA6"/>
    <w:rsid w:val="0050743B"/>
    <w:rsid w:val="00507D04"/>
    <w:rsid w:val="0051168A"/>
    <w:rsid w:val="0051322B"/>
    <w:rsid w:val="00515576"/>
    <w:rsid w:val="005171FE"/>
    <w:rsid w:val="005244DC"/>
    <w:rsid w:val="00547246"/>
    <w:rsid w:val="005573FA"/>
    <w:rsid w:val="00585563"/>
    <w:rsid w:val="005907B7"/>
    <w:rsid w:val="005B1F7F"/>
    <w:rsid w:val="005B5050"/>
    <w:rsid w:val="005D5040"/>
    <w:rsid w:val="005E425B"/>
    <w:rsid w:val="005E7595"/>
    <w:rsid w:val="005F3272"/>
    <w:rsid w:val="005F5E65"/>
    <w:rsid w:val="006171F1"/>
    <w:rsid w:val="006253B4"/>
    <w:rsid w:val="0062688A"/>
    <w:rsid w:val="0063093F"/>
    <w:rsid w:val="00642DB3"/>
    <w:rsid w:val="006453C7"/>
    <w:rsid w:val="00651C9C"/>
    <w:rsid w:val="00660351"/>
    <w:rsid w:val="00665528"/>
    <w:rsid w:val="00666A15"/>
    <w:rsid w:val="00671C08"/>
    <w:rsid w:val="00676E78"/>
    <w:rsid w:val="00681797"/>
    <w:rsid w:val="006878B9"/>
    <w:rsid w:val="00692AA6"/>
    <w:rsid w:val="006A2DF1"/>
    <w:rsid w:val="006B2576"/>
    <w:rsid w:val="006B3747"/>
    <w:rsid w:val="006B5389"/>
    <w:rsid w:val="006B6781"/>
    <w:rsid w:val="006C070D"/>
    <w:rsid w:val="006C2132"/>
    <w:rsid w:val="006C6EF0"/>
    <w:rsid w:val="006D305F"/>
    <w:rsid w:val="006F599E"/>
    <w:rsid w:val="007028A9"/>
    <w:rsid w:val="00702F99"/>
    <w:rsid w:val="00711888"/>
    <w:rsid w:val="00713468"/>
    <w:rsid w:val="00714454"/>
    <w:rsid w:val="00733BB8"/>
    <w:rsid w:val="007368B0"/>
    <w:rsid w:val="0075437A"/>
    <w:rsid w:val="007607FF"/>
    <w:rsid w:val="007651CB"/>
    <w:rsid w:val="00765C5F"/>
    <w:rsid w:val="00774DB6"/>
    <w:rsid w:val="00775968"/>
    <w:rsid w:val="00784300"/>
    <w:rsid w:val="00791CCE"/>
    <w:rsid w:val="00795452"/>
    <w:rsid w:val="007B2144"/>
    <w:rsid w:val="007C1EB6"/>
    <w:rsid w:val="007C6AE7"/>
    <w:rsid w:val="007D3215"/>
    <w:rsid w:val="007D484D"/>
    <w:rsid w:val="007E2095"/>
    <w:rsid w:val="007E41FC"/>
    <w:rsid w:val="007E4AB3"/>
    <w:rsid w:val="007E63C0"/>
    <w:rsid w:val="007E7675"/>
    <w:rsid w:val="007F29E1"/>
    <w:rsid w:val="007F6E8D"/>
    <w:rsid w:val="00801195"/>
    <w:rsid w:val="00801578"/>
    <w:rsid w:val="00804DA6"/>
    <w:rsid w:val="00810608"/>
    <w:rsid w:val="00813E4A"/>
    <w:rsid w:val="00822A16"/>
    <w:rsid w:val="008350D3"/>
    <w:rsid w:val="008354EE"/>
    <w:rsid w:val="00835BA6"/>
    <w:rsid w:val="00841C0A"/>
    <w:rsid w:val="008430BA"/>
    <w:rsid w:val="00847846"/>
    <w:rsid w:val="00851462"/>
    <w:rsid w:val="00852035"/>
    <w:rsid w:val="00861471"/>
    <w:rsid w:val="00862EA0"/>
    <w:rsid w:val="008702D5"/>
    <w:rsid w:val="00875FB1"/>
    <w:rsid w:val="008816B6"/>
    <w:rsid w:val="008841E0"/>
    <w:rsid w:val="008859C7"/>
    <w:rsid w:val="00887272"/>
    <w:rsid w:val="008921E1"/>
    <w:rsid w:val="00896394"/>
    <w:rsid w:val="00896635"/>
    <w:rsid w:val="00896B6B"/>
    <w:rsid w:val="008B07BD"/>
    <w:rsid w:val="008B13A4"/>
    <w:rsid w:val="008B30BA"/>
    <w:rsid w:val="008B680B"/>
    <w:rsid w:val="008B6BA1"/>
    <w:rsid w:val="008B6DD2"/>
    <w:rsid w:val="008C2772"/>
    <w:rsid w:val="008D7E8F"/>
    <w:rsid w:val="008E2DBF"/>
    <w:rsid w:val="008F00DF"/>
    <w:rsid w:val="008F41CC"/>
    <w:rsid w:val="008F447B"/>
    <w:rsid w:val="0090270D"/>
    <w:rsid w:val="009123C2"/>
    <w:rsid w:val="00951BE7"/>
    <w:rsid w:val="00957A69"/>
    <w:rsid w:val="00961E2D"/>
    <w:rsid w:val="00967049"/>
    <w:rsid w:val="009727A1"/>
    <w:rsid w:val="00974023"/>
    <w:rsid w:val="0099199E"/>
    <w:rsid w:val="00993F3E"/>
    <w:rsid w:val="0099572F"/>
    <w:rsid w:val="009B0DD4"/>
    <w:rsid w:val="009B26D3"/>
    <w:rsid w:val="009B6E4F"/>
    <w:rsid w:val="009C1CD8"/>
    <w:rsid w:val="009C3BD8"/>
    <w:rsid w:val="009C601C"/>
    <w:rsid w:val="009D0B8C"/>
    <w:rsid w:val="009E0C15"/>
    <w:rsid w:val="009E20CC"/>
    <w:rsid w:val="009F1D08"/>
    <w:rsid w:val="009F47E6"/>
    <w:rsid w:val="009F6EAF"/>
    <w:rsid w:val="00A00C6B"/>
    <w:rsid w:val="00A045C4"/>
    <w:rsid w:val="00A1109D"/>
    <w:rsid w:val="00A12041"/>
    <w:rsid w:val="00A15013"/>
    <w:rsid w:val="00A25093"/>
    <w:rsid w:val="00A31990"/>
    <w:rsid w:val="00A32A8F"/>
    <w:rsid w:val="00A33D41"/>
    <w:rsid w:val="00A34BF3"/>
    <w:rsid w:val="00A35E45"/>
    <w:rsid w:val="00A40DD3"/>
    <w:rsid w:val="00A43FBF"/>
    <w:rsid w:val="00A50E43"/>
    <w:rsid w:val="00A5617A"/>
    <w:rsid w:val="00A73048"/>
    <w:rsid w:val="00A750E7"/>
    <w:rsid w:val="00A851AE"/>
    <w:rsid w:val="00A91815"/>
    <w:rsid w:val="00A95BE6"/>
    <w:rsid w:val="00AB09E5"/>
    <w:rsid w:val="00AB0AA4"/>
    <w:rsid w:val="00AB6DF3"/>
    <w:rsid w:val="00AB71B2"/>
    <w:rsid w:val="00AC48B1"/>
    <w:rsid w:val="00AD21D7"/>
    <w:rsid w:val="00AF68CD"/>
    <w:rsid w:val="00B00BCD"/>
    <w:rsid w:val="00B065CB"/>
    <w:rsid w:val="00B1115A"/>
    <w:rsid w:val="00B15617"/>
    <w:rsid w:val="00B20BFE"/>
    <w:rsid w:val="00B2421F"/>
    <w:rsid w:val="00B46F0F"/>
    <w:rsid w:val="00B47F94"/>
    <w:rsid w:val="00B56DE9"/>
    <w:rsid w:val="00B600D3"/>
    <w:rsid w:val="00B658EC"/>
    <w:rsid w:val="00B81E39"/>
    <w:rsid w:val="00B9260E"/>
    <w:rsid w:val="00BA2917"/>
    <w:rsid w:val="00BA5251"/>
    <w:rsid w:val="00BA5B69"/>
    <w:rsid w:val="00BA64B4"/>
    <w:rsid w:val="00BB19B8"/>
    <w:rsid w:val="00BB6668"/>
    <w:rsid w:val="00BC742E"/>
    <w:rsid w:val="00BD0CA9"/>
    <w:rsid w:val="00BD2308"/>
    <w:rsid w:val="00BD665B"/>
    <w:rsid w:val="00BD72CD"/>
    <w:rsid w:val="00BE0EBE"/>
    <w:rsid w:val="00BE589C"/>
    <w:rsid w:val="00BF125E"/>
    <w:rsid w:val="00BF1FE9"/>
    <w:rsid w:val="00BF6DB9"/>
    <w:rsid w:val="00BF7E4E"/>
    <w:rsid w:val="00C0304D"/>
    <w:rsid w:val="00C130BC"/>
    <w:rsid w:val="00C15A74"/>
    <w:rsid w:val="00C16318"/>
    <w:rsid w:val="00C163C7"/>
    <w:rsid w:val="00C2041D"/>
    <w:rsid w:val="00C23C40"/>
    <w:rsid w:val="00C25A1A"/>
    <w:rsid w:val="00C26E2E"/>
    <w:rsid w:val="00C32E0A"/>
    <w:rsid w:val="00C33EBF"/>
    <w:rsid w:val="00C36C47"/>
    <w:rsid w:val="00C372B8"/>
    <w:rsid w:val="00C410CF"/>
    <w:rsid w:val="00C445C2"/>
    <w:rsid w:val="00C4540F"/>
    <w:rsid w:val="00C47E4B"/>
    <w:rsid w:val="00C503E7"/>
    <w:rsid w:val="00C528CF"/>
    <w:rsid w:val="00C52E8B"/>
    <w:rsid w:val="00C54F6C"/>
    <w:rsid w:val="00C56122"/>
    <w:rsid w:val="00C56148"/>
    <w:rsid w:val="00C57B95"/>
    <w:rsid w:val="00C6353C"/>
    <w:rsid w:val="00C86FB6"/>
    <w:rsid w:val="00C87C79"/>
    <w:rsid w:val="00C92CAA"/>
    <w:rsid w:val="00C94C02"/>
    <w:rsid w:val="00C9514E"/>
    <w:rsid w:val="00CA634B"/>
    <w:rsid w:val="00CB2DC1"/>
    <w:rsid w:val="00CC0F45"/>
    <w:rsid w:val="00CD039A"/>
    <w:rsid w:val="00CD0DE0"/>
    <w:rsid w:val="00CD184D"/>
    <w:rsid w:val="00CD4779"/>
    <w:rsid w:val="00CD6291"/>
    <w:rsid w:val="00CE3CE7"/>
    <w:rsid w:val="00CE4A8E"/>
    <w:rsid w:val="00CE7D24"/>
    <w:rsid w:val="00D0377C"/>
    <w:rsid w:val="00D04F42"/>
    <w:rsid w:val="00D1524F"/>
    <w:rsid w:val="00D16D82"/>
    <w:rsid w:val="00D17A3F"/>
    <w:rsid w:val="00D21123"/>
    <w:rsid w:val="00D2233A"/>
    <w:rsid w:val="00D23D84"/>
    <w:rsid w:val="00D25C2F"/>
    <w:rsid w:val="00D301AC"/>
    <w:rsid w:val="00D419A7"/>
    <w:rsid w:val="00D458C5"/>
    <w:rsid w:val="00D47750"/>
    <w:rsid w:val="00D5722D"/>
    <w:rsid w:val="00D62727"/>
    <w:rsid w:val="00D62C94"/>
    <w:rsid w:val="00D62F10"/>
    <w:rsid w:val="00D83854"/>
    <w:rsid w:val="00D91CCB"/>
    <w:rsid w:val="00D91CF7"/>
    <w:rsid w:val="00D92A1E"/>
    <w:rsid w:val="00DB2CC7"/>
    <w:rsid w:val="00DD2695"/>
    <w:rsid w:val="00DE0D56"/>
    <w:rsid w:val="00DE70F1"/>
    <w:rsid w:val="00DE7873"/>
    <w:rsid w:val="00DF3F41"/>
    <w:rsid w:val="00E241BC"/>
    <w:rsid w:val="00E2482E"/>
    <w:rsid w:val="00E2594B"/>
    <w:rsid w:val="00E27DFD"/>
    <w:rsid w:val="00E32E0E"/>
    <w:rsid w:val="00E35EAA"/>
    <w:rsid w:val="00E37313"/>
    <w:rsid w:val="00E42229"/>
    <w:rsid w:val="00E53358"/>
    <w:rsid w:val="00E566D8"/>
    <w:rsid w:val="00E80144"/>
    <w:rsid w:val="00E811EB"/>
    <w:rsid w:val="00E92E0D"/>
    <w:rsid w:val="00E93FF6"/>
    <w:rsid w:val="00E95770"/>
    <w:rsid w:val="00E97B36"/>
    <w:rsid w:val="00EA0899"/>
    <w:rsid w:val="00EA650B"/>
    <w:rsid w:val="00EB01C2"/>
    <w:rsid w:val="00EC4889"/>
    <w:rsid w:val="00ED1195"/>
    <w:rsid w:val="00ED24C3"/>
    <w:rsid w:val="00EE37C0"/>
    <w:rsid w:val="00EE50A1"/>
    <w:rsid w:val="00F01F3B"/>
    <w:rsid w:val="00F048F2"/>
    <w:rsid w:val="00F22BDF"/>
    <w:rsid w:val="00F25B9A"/>
    <w:rsid w:val="00F268B6"/>
    <w:rsid w:val="00F31DF7"/>
    <w:rsid w:val="00F5081D"/>
    <w:rsid w:val="00F6372C"/>
    <w:rsid w:val="00F63E39"/>
    <w:rsid w:val="00F64268"/>
    <w:rsid w:val="00FA6295"/>
    <w:rsid w:val="00FB0496"/>
    <w:rsid w:val="00FB46C5"/>
    <w:rsid w:val="00FC044B"/>
    <w:rsid w:val="00FC2D9C"/>
    <w:rsid w:val="00FC72ED"/>
    <w:rsid w:val="00FE0816"/>
    <w:rsid w:val="00FE55BE"/>
    <w:rsid w:val="00FF293C"/>
    <w:rsid w:val="00FF53B8"/>
    <w:rsid w:val="00FF62A4"/>
    <w:rsid w:val="00FF63C7"/>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252E9299-5212-4375-AC1A-77148F35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87C79"/>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semiHidden/>
    <w:unhideWhenUsed/>
    <w:rPr>
      <w:sz w:val="16"/>
    </w:rPr>
  </w:style>
  <w:style w:type="paragraph" w:styleId="Komentarotekstas">
    <w:name w:val="annotation text"/>
    <w:basedOn w:val="prastasis"/>
    <w:link w:val="KomentarotekstasDiagrama"/>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unhideWhenUsed/>
    <w:qFormat/>
    <w:rPr>
      <w:vertAlign w:val="superscript"/>
    </w:rPr>
  </w:style>
  <w:style w:type="paragraph" w:styleId="Puslapioinaostekstas">
    <w:name w:val="footnote text"/>
    <w:basedOn w:val="prastasis"/>
    <w:link w:val="PuslapioinaostekstasDiagrama"/>
    <w:semiHidden/>
    <w:unhideWhenUsed/>
    <w:pPr>
      <w:spacing w:after="0" w:line="240" w:lineRule="auto"/>
    </w:pPr>
  </w:style>
  <w:style w:type="character" w:customStyle="1" w:styleId="PuslapioinaostekstasDiagrama">
    <w:name w:val="Puslapio išnašos tekstas Diagrama"/>
    <w:basedOn w:val="Numatytasispastraiposriftas"/>
    <w:link w:val="Puslapioinaostekstas"/>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prastojilentel"/>
    <w:next w:val="Lentelstinklelis"/>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Numatytasispastraiposriftas"/>
    <w:rsid w:val="00D62727"/>
  </w:style>
  <w:style w:type="table" w:customStyle="1" w:styleId="Lentelstinklelis2">
    <w:name w:val="Lentelės tinklelis2"/>
    <w:basedOn w:val="prastojilentel"/>
    <w:next w:val="Lentelstinklelis"/>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585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36117">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EAB6E43E-4C40-47E6-B861-40A8A4DCD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4</TotalTime>
  <Pages>2</Pages>
  <Words>2565</Words>
  <Characters>1463</Characters>
  <Application>Microsoft Office Word</Application>
  <DocSecurity>0</DocSecurity>
  <Lines>12</Lines>
  <Paragraphs>8</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Aistė Aničaitė-Stabingienė</cp:lastModifiedBy>
  <cp:revision>8</cp:revision>
  <cp:lastPrinted>2018-03-07T08:06:00Z</cp:lastPrinted>
  <dcterms:created xsi:type="dcterms:W3CDTF">2025-12-10T08:16:00Z</dcterms:created>
  <dcterms:modified xsi:type="dcterms:W3CDTF">2025-12-18T13:34:00Z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